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1F" w:rsidRPr="0056261F" w:rsidRDefault="0056261F" w:rsidP="0056261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1519885</wp:posOffset>
                </wp:positionH>
                <wp:positionV relativeFrom="paragraph">
                  <wp:posOffset>-273837</wp:posOffset>
                </wp:positionV>
                <wp:extent cx="2633345" cy="1214120"/>
                <wp:effectExtent l="0" t="0" r="0" b="508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345" cy="1214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61F" w:rsidRPr="0056261F" w:rsidRDefault="0056261F">
                            <w:pPr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</w:pPr>
                            <w:r w:rsidRPr="0056261F"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  <w:t>暑中お見舞い</w:t>
                            </w:r>
                          </w:p>
                          <w:p w:rsidR="0056261F" w:rsidRPr="0056261F" w:rsidRDefault="0056261F" w:rsidP="0056261F">
                            <w:pPr>
                              <w:ind w:firstLine="820"/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</w:pPr>
                            <w:r w:rsidRPr="0056261F"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  <w:t>申し上げます</w:t>
                            </w:r>
                          </w:p>
                          <w:p w:rsidR="0056261F" w:rsidRDefault="0056261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9.7pt;margin-top:-21.55pt;width:207.35pt;height:95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" filled="f" stroked="f">
                <v:textbox>
                  <w:txbxContent>
                    <w:p w:rsidR="0056261F" w:rsidRPr="0056261F" w:rsidRDefault="0056261F">
                      <w:pPr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</w:pPr>
                      <w:r w:rsidRPr="0056261F"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  <w:t>暑中お見舞い</w:t>
                      </w:r>
                    </w:p>
                    <w:p w:rsidR="0056261F" w:rsidRPr="0056261F" w:rsidRDefault="0056261F" w:rsidP="0056261F">
                      <w:pPr>
                        <w:ind w:firstLine="820"/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</w:pPr>
                      <w:r w:rsidRPr="0056261F"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  <w:t>申し上げます</w:t>
                      </w:r>
                    </w:p>
                    <w:p w:rsidR="0056261F" w:rsidRDefault="0056261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27635</wp:posOffset>
            </wp:positionH>
            <wp:positionV relativeFrom="paragraph">
              <wp:posOffset>-527050</wp:posOffset>
            </wp:positionV>
            <wp:extent cx="5290978" cy="3460090"/>
            <wp:effectExtent l="0" t="0" r="5080" b="7620"/>
            <wp:wrapNone/>
            <wp:docPr id="3" name="図 3" descr="C:\Users\tsuchiya\AppData\Local\Microsoft\Windows\INetCache\Content.Word\はがき_暑中_すいか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suchiya\AppData\Local\Microsoft\Windows\INetCache\Content.Word\はがき_暑中_すいか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978" cy="34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6261F" w:rsidRPr="0056261F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7A0" w:rsidRDefault="002357A0" w:rsidP="004E0190">
      <w:r>
        <w:separator/>
      </w:r>
    </w:p>
  </w:endnote>
  <w:endnote w:type="continuationSeparator" w:id="0">
    <w:p w:rsidR="002357A0" w:rsidRDefault="002357A0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7A0" w:rsidRDefault="002357A0" w:rsidP="004E0190">
      <w:r>
        <w:separator/>
      </w:r>
    </w:p>
  </w:footnote>
  <w:footnote w:type="continuationSeparator" w:id="0">
    <w:p w:rsidR="002357A0" w:rsidRDefault="002357A0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357A0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261F"/>
    <w:rsid w:val="005645CF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09A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