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1F" w:rsidRPr="0056261F" w:rsidRDefault="00AA29B2" w:rsidP="0056261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-146152</wp:posOffset>
                </wp:positionV>
                <wp:extent cx="3138221" cy="1082650"/>
                <wp:effectExtent l="0" t="0" r="0" b="38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221" cy="108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9B2" w:rsidRPr="00AA29B2" w:rsidRDefault="0056261F" w:rsidP="00AA29B2">
                            <w:pPr>
                              <w:rPr>
                                <w:rFonts w:ascii="小塚ゴシック Pro M" w:eastAsia="小塚ゴシック Pro M" w:hAnsi="小塚ゴシック Pro M"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29B2">
                              <w:rPr>
                                <w:rFonts w:ascii="小塚ゴシック Pro M" w:eastAsia="小塚ゴシック Pro M" w:hAnsi="小塚ゴシック Pro M" w:hint="eastAsia"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暑中お見舞い</w:t>
                            </w:r>
                          </w:p>
                          <w:p w:rsidR="0056261F" w:rsidRPr="00AA29B2" w:rsidRDefault="0056261F" w:rsidP="00AA29B2">
                            <w:pPr>
                              <w:ind w:firstLine="1040"/>
                              <w:rPr>
                                <w:rFonts w:ascii="小塚ゴシック Pro M" w:eastAsia="小塚ゴシック Pro M" w:hAnsi="小塚ゴシック Pro M"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29B2">
                              <w:rPr>
                                <w:rFonts w:ascii="小塚ゴシック Pro M" w:eastAsia="小塚ゴシック Pro M" w:hAnsi="小塚ゴシック Pro M" w:hint="eastAsia"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申し上げます</w:t>
                            </w:r>
                          </w:p>
                          <w:p w:rsidR="0056261F" w:rsidRPr="00AA29B2" w:rsidRDefault="0056261F">
                            <w:pPr>
                              <w:rPr>
                                <w:rFonts w:ascii="小塚ゴシック Pro M" w:eastAsia="小塚ゴシック Pro M" w:hAnsi="小塚ゴシック Pro M"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5.9pt;margin-top:-11.5pt;width:247.1pt;height:85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" filled="f" stroked="f">
                <v:textbox>
                  <w:txbxContent>
                    <w:p w:rsidR="00AA29B2" w:rsidRPr="00AA29B2" w:rsidRDefault="0056261F" w:rsidP="00AA29B2">
                      <w:pPr>
                        <w:rPr>
                          <w:rFonts w:ascii="小塚ゴシック Pro M" w:eastAsia="小塚ゴシック Pro M" w:hAnsi="小塚ゴシック Pro M"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29B2">
                        <w:rPr>
                          <w:rFonts w:ascii="小塚ゴシック Pro M" w:eastAsia="小塚ゴシック Pro M" w:hAnsi="小塚ゴシック Pro M" w:hint="eastAsia"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暑中お見舞い</w:t>
                      </w:r>
                    </w:p>
                    <w:p w:rsidR="0056261F" w:rsidRPr="00AA29B2" w:rsidRDefault="0056261F" w:rsidP="00AA29B2">
                      <w:pPr>
                        <w:ind w:firstLine="1040"/>
                        <w:rPr>
                          <w:rFonts w:ascii="小塚ゴシック Pro M" w:eastAsia="小塚ゴシック Pro M" w:hAnsi="小塚ゴシック Pro M"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29B2">
                        <w:rPr>
                          <w:rFonts w:ascii="小塚ゴシック Pro M" w:eastAsia="小塚ゴシック Pro M" w:hAnsi="小塚ゴシック Pro M" w:hint="eastAsia"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申し上げます</w:t>
                      </w:r>
                    </w:p>
                    <w:p w:rsidR="0056261F" w:rsidRPr="00AA29B2" w:rsidRDefault="0056261F">
                      <w:pPr>
                        <w:rPr>
                          <w:rFonts w:ascii="小塚ゴシック Pro M" w:eastAsia="小塚ゴシック Pro M" w:hAnsi="小塚ゴシック Pro M"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21590</wp:posOffset>
            </wp:positionH>
            <wp:positionV relativeFrom="paragraph">
              <wp:posOffset>-511480</wp:posOffset>
            </wp:positionV>
            <wp:extent cx="5282565" cy="3474720"/>
            <wp:effectExtent l="0" t="0" r="0" b="0"/>
            <wp:wrapNone/>
            <wp:docPr id="1" name="図 1" descr="C:\Users\tsuchiya\AppData\Local\Microsoft\Windows\INetCache\Content.Word\はがき_暑中_すいか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すいか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565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6261F" w:rsidRPr="0056261F" w:rsidSect="00A92C5D"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F71" w:rsidRDefault="00CF7F71" w:rsidP="004E0190">
      <w:r>
        <w:separator/>
      </w:r>
    </w:p>
  </w:endnote>
  <w:endnote w:type="continuationSeparator" w:id="0">
    <w:p w:rsidR="00CF7F71" w:rsidRDefault="00CF7F71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M">
    <w:panose1 w:val="020B07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F71" w:rsidRDefault="00CF7F71" w:rsidP="004E0190">
      <w:r>
        <w:separator/>
      </w:r>
    </w:p>
  </w:footnote>
  <w:footnote w:type="continuationSeparator" w:id="0">
    <w:p w:rsidR="00CF7F71" w:rsidRDefault="00CF7F71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357A0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261F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47AC2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A29B2"/>
    <w:rsid w:val="00AC6EE1"/>
    <w:rsid w:val="00AD1C4D"/>
    <w:rsid w:val="00AD4AAF"/>
    <w:rsid w:val="00AD7447"/>
    <w:rsid w:val="00AF3DC7"/>
    <w:rsid w:val="00B01958"/>
    <w:rsid w:val="00B12EE9"/>
    <w:rsid w:val="00B13E20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CF7F71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4B1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