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B73BB0">
      <w:pPr>
        <w:rPr>
          <w:sz w:val="24"/>
        </w:rPr>
      </w:pPr>
      <w:bookmarkStart w:id="0" w:name="_GoBack"/>
      <w:bookmarkEnd w:id="0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360021</wp:posOffset>
                </wp:positionV>
                <wp:extent cx="2721255" cy="1060704"/>
                <wp:effectExtent l="0" t="0" r="0" b="63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1255" cy="10607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7280E" w:rsidRPr="00B73BB0" w:rsidRDefault="00A7280E" w:rsidP="00A7280E">
                            <w:pP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00B0F0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3BB0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00B0F0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暑中お見舞い</w:t>
                            </w:r>
                          </w:p>
                          <w:p w:rsidR="00A7280E" w:rsidRPr="00B73BB0" w:rsidRDefault="00A7280E" w:rsidP="00A7280E">
                            <w:pP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00B0F0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3BB0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00B0F0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　</w:t>
                            </w:r>
                            <w:r w:rsidR="00B73BB0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00B0F0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B73BB0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00B0F0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3.05pt;margin-top:28.35pt;width:214.25pt;height:83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" filled="f" stroked="f" strokeweight=".5pt">
                <v:textbox>
                  <w:txbxContent>
                    <w:p w:rsidR="00A7280E" w:rsidRPr="00B73BB0" w:rsidRDefault="00A7280E" w:rsidP="00A7280E">
                      <w:pPr>
                        <w:rPr>
                          <w:rFonts w:ascii="HG創英角ﾎﾟｯﾌﾟ体" w:eastAsia="HG創英角ﾎﾟｯﾌﾟ体" w:hAnsi="HG創英角ﾎﾟｯﾌﾟ体"/>
                          <w:b/>
                          <w:color w:val="00B0F0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3BB0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00B0F0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暑中お見舞い</w:t>
                      </w:r>
                    </w:p>
                    <w:p w:rsidR="00A7280E" w:rsidRPr="00B73BB0" w:rsidRDefault="00A7280E" w:rsidP="00A7280E">
                      <w:pPr>
                        <w:rPr>
                          <w:rFonts w:ascii="HG創英角ﾎﾟｯﾌﾟ体" w:eastAsia="HG創英角ﾎﾟｯﾌﾟ体" w:hAnsi="HG創英角ﾎﾟｯﾌﾟ体"/>
                          <w:b/>
                          <w:color w:val="00B0F0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3BB0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00B0F0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　</w:t>
                      </w:r>
                      <w:r w:rsidR="00B73BB0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00B0F0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B73BB0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00B0F0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-543255</wp:posOffset>
            </wp:positionV>
            <wp:extent cx="3599002" cy="5261724"/>
            <wp:effectExtent l="0" t="0" r="1905" b="0"/>
            <wp:wrapNone/>
            <wp:docPr id="1" name="図 1" descr="C:\Users\tsuchiya\AppData\Local\Microsoft\Windows\INetCache\Content.Word\はがき_暑中_ひまわり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暑中_ひまわり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002" cy="5261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786" w:rsidRPr="00894E0E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E38" w:rsidRDefault="001D5E38" w:rsidP="004E0190">
      <w:r>
        <w:separator/>
      </w:r>
    </w:p>
  </w:endnote>
  <w:endnote w:type="continuationSeparator" w:id="0">
    <w:p w:rsidR="001D5E38" w:rsidRDefault="001D5E38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E38" w:rsidRDefault="001D5E38" w:rsidP="004E0190">
      <w:r>
        <w:separator/>
      </w:r>
    </w:p>
  </w:footnote>
  <w:footnote w:type="continuationSeparator" w:id="0">
    <w:p w:rsidR="001D5E38" w:rsidRDefault="001D5E38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1D5E3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C6C5E"/>
    <w:rsid w:val="002D02AC"/>
    <w:rsid w:val="003110AB"/>
    <w:rsid w:val="003140A5"/>
    <w:rsid w:val="00326216"/>
    <w:rsid w:val="00340CE7"/>
    <w:rsid w:val="00381D0B"/>
    <w:rsid w:val="00395F04"/>
    <w:rsid w:val="003A0D75"/>
    <w:rsid w:val="003A4838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137F7"/>
    <w:rsid w:val="0052439C"/>
    <w:rsid w:val="0053441E"/>
    <w:rsid w:val="0054608B"/>
    <w:rsid w:val="005645CF"/>
    <w:rsid w:val="005B1E6A"/>
    <w:rsid w:val="005E06E1"/>
    <w:rsid w:val="0060314C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11FC8"/>
    <w:rsid w:val="00821391"/>
    <w:rsid w:val="008316B1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7280E"/>
    <w:rsid w:val="00AC6EE1"/>
    <w:rsid w:val="00AD1C4D"/>
    <w:rsid w:val="00AD4AAF"/>
    <w:rsid w:val="00AD7447"/>
    <w:rsid w:val="00AF3DC7"/>
    <w:rsid w:val="00B01958"/>
    <w:rsid w:val="00B12EE9"/>
    <w:rsid w:val="00B73BB0"/>
    <w:rsid w:val="00B757BB"/>
    <w:rsid w:val="00B90534"/>
    <w:rsid w:val="00BA5800"/>
    <w:rsid w:val="00BD596C"/>
    <w:rsid w:val="00BF3841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15B13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843C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BF38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2017-05-10T13:33:00Z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