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39010D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546125</wp:posOffset>
                </wp:positionV>
                <wp:extent cx="2633345" cy="87782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877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61F" w:rsidRPr="0039010D" w:rsidRDefault="0056261F">
                            <w:pPr>
                              <w:rPr>
                                <w:rFonts w:ascii="HG正楷書体-PRO" w:eastAsia="HG正楷書体-PRO" w:hAnsi="小塚ゴシック Pro M" w:hint="eastAsia"/>
                                <w:sz w:val="40"/>
                                <w:szCs w:val="40"/>
                              </w:rPr>
                            </w:pPr>
                            <w:r w:rsidRPr="0039010D">
                              <w:rPr>
                                <w:rFonts w:ascii="HG正楷書体-PRO" w:eastAsia="HG正楷書体-PRO" w:hAnsi="小塚ゴシック Pro M" w:hint="eastAsia"/>
                                <w:sz w:val="40"/>
                                <w:szCs w:val="40"/>
                              </w:rPr>
                              <w:t>暑中お見舞い</w:t>
                            </w:r>
                          </w:p>
                          <w:p w:rsidR="0056261F" w:rsidRPr="0039010D" w:rsidRDefault="0056261F" w:rsidP="00847AC2">
                            <w:pPr>
                              <w:ind w:firstLine="1220"/>
                              <w:rPr>
                                <w:rFonts w:ascii="HG正楷書体-PRO" w:eastAsia="HG正楷書体-PRO" w:hAnsi="小塚ゴシック Pro M" w:hint="eastAsia"/>
                                <w:sz w:val="40"/>
                                <w:szCs w:val="40"/>
                              </w:rPr>
                            </w:pPr>
                            <w:r w:rsidRPr="0039010D">
                              <w:rPr>
                                <w:rFonts w:ascii="HG正楷書体-PRO" w:eastAsia="HG正楷書体-PRO" w:hAnsi="小塚ゴシック Pro M" w:hint="eastAsia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  <w:p w:rsidR="0056261F" w:rsidRPr="0039010D" w:rsidRDefault="0056261F">
                            <w:pPr>
                              <w:rPr>
                                <w:rFonts w:ascii="HG正楷書体-PRO" w:eastAsia="HG正楷書体-PRO" w:hAnsi="小塚ゴシック Pro M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3pt;width:207.35pt;height:69.1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" filled="f" stroked="f">
                <v:textbox>
                  <w:txbxContent>
                    <w:p w:rsidR="0056261F" w:rsidRPr="0039010D" w:rsidRDefault="0056261F">
                      <w:pPr>
                        <w:rPr>
                          <w:rFonts w:ascii="HG正楷書体-PRO" w:eastAsia="HG正楷書体-PRO" w:hAnsi="小塚ゴシック Pro M" w:hint="eastAsia"/>
                          <w:sz w:val="40"/>
                          <w:szCs w:val="40"/>
                        </w:rPr>
                      </w:pPr>
                      <w:r w:rsidRPr="0039010D">
                        <w:rPr>
                          <w:rFonts w:ascii="HG正楷書体-PRO" w:eastAsia="HG正楷書体-PRO" w:hAnsi="小塚ゴシック Pro M" w:hint="eastAsia"/>
                          <w:sz w:val="40"/>
                          <w:szCs w:val="40"/>
                        </w:rPr>
                        <w:t>暑中お見舞い</w:t>
                      </w:r>
                    </w:p>
                    <w:p w:rsidR="0056261F" w:rsidRPr="0039010D" w:rsidRDefault="0056261F" w:rsidP="00847AC2">
                      <w:pPr>
                        <w:ind w:firstLine="1220"/>
                        <w:rPr>
                          <w:rFonts w:ascii="HG正楷書体-PRO" w:eastAsia="HG正楷書体-PRO" w:hAnsi="小塚ゴシック Pro M" w:hint="eastAsia"/>
                          <w:sz w:val="40"/>
                          <w:szCs w:val="40"/>
                        </w:rPr>
                      </w:pPr>
                      <w:r w:rsidRPr="0039010D">
                        <w:rPr>
                          <w:rFonts w:ascii="HG正楷書体-PRO" w:eastAsia="HG正楷書体-PRO" w:hAnsi="小塚ゴシック Pro M" w:hint="eastAsia"/>
                          <w:sz w:val="40"/>
                          <w:szCs w:val="40"/>
                        </w:rPr>
                        <w:t>申し上げます</w:t>
                      </w:r>
                    </w:p>
                    <w:p w:rsidR="0056261F" w:rsidRPr="0039010D" w:rsidRDefault="0056261F">
                      <w:pPr>
                        <w:rPr>
                          <w:rFonts w:ascii="HG正楷書体-PRO" w:eastAsia="HG正楷書体-PRO" w:hAnsi="小塚ゴシック Pro M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-441300</wp:posOffset>
            </wp:positionV>
            <wp:extent cx="4832685" cy="3291840"/>
            <wp:effectExtent l="0" t="0" r="6350" b="3810"/>
            <wp:wrapNone/>
            <wp:docPr id="2" name="図 2" descr="C:\Users\tsuchiya\AppData\Local\Microsoft\Windows\INetCache\Content.Word\はがき_暑中_ひまわり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ひまわり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685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6E" w:rsidRDefault="00FA256E" w:rsidP="004E0190">
      <w:r>
        <w:separator/>
      </w:r>
    </w:p>
  </w:endnote>
  <w:endnote w:type="continuationSeparator" w:id="0">
    <w:p w:rsidR="00FA256E" w:rsidRDefault="00FA256E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小塚ゴシック Pro M">
    <w:panose1 w:val="020B07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6E" w:rsidRDefault="00FA256E" w:rsidP="004E0190">
      <w:r>
        <w:separator/>
      </w:r>
    </w:p>
  </w:footnote>
  <w:footnote w:type="continuationSeparator" w:id="0">
    <w:p w:rsidR="00FA256E" w:rsidRDefault="00FA256E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010D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47AC2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13E20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256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