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61F" w:rsidRPr="0056261F" w:rsidRDefault="003E583C" w:rsidP="0056261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495833</wp:posOffset>
                </wp:positionH>
                <wp:positionV relativeFrom="paragraph">
                  <wp:posOffset>-39319</wp:posOffset>
                </wp:positionV>
                <wp:extent cx="3613709" cy="55595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709" cy="555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61F" w:rsidRPr="003E583C" w:rsidRDefault="0056261F" w:rsidP="003E583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40"/>
                              </w:rPr>
                            </w:pPr>
                            <w:r w:rsidRPr="003E583C">
                              <w:rPr>
                                <w:rFonts w:ascii="HGP創英角ﾎﾟｯﾌﾟ体" w:eastAsia="HGP創英角ﾎﾟｯﾌﾟ体" w:hAnsi="HGP創英角ﾎﾟｯﾌﾟ体" w:hint="eastAsia"/>
                                <w:sz w:val="40"/>
                                <w:szCs w:val="40"/>
                              </w:rPr>
                              <w:t>暑中お見舞い申し上げます</w:t>
                            </w:r>
                          </w:p>
                          <w:p w:rsidR="0056261F" w:rsidRPr="003E583C" w:rsidRDefault="0056261F" w:rsidP="003E583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.05pt;margin-top:-3.1pt;width:284.55pt;height:43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" filled="f" stroked="f">
                <v:textbox>
                  <w:txbxContent>
                    <w:p w:rsidR="0056261F" w:rsidRPr="003E583C" w:rsidRDefault="0056261F" w:rsidP="003E583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40"/>
                          <w:szCs w:val="40"/>
                        </w:rPr>
                      </w:pPr>
                      <w:r w:rsidRPr="003E583C">
                        <w:rPr>
                          <w:rFonts w:ascii="HGP創英角ﾎﾟｯﾌﾟ体" w:eastAsia="HGP創英角ﾎﾟｯﾌﾟ体" w:hAnsi="HGP創英角ﾎﾟｯﾌﾟ体" w:hint="eastAsia"/>
                          <w:sz w:val="40"/>
                          <w:szCs w:val="40"/>
                        </w:rPr>
                        <w:t>暑中お見舞い申し上げます</w:t>
                      </w:r>
                    </w:p>
                    <w:p w:rsidR="0056261F" w:rsidRPr="003E583C" w:rsidRDefault="0056261F" w:rsidP="003E583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-167945</wp:posOffset>
            </wp:positionH>
            <wp:positionV relativeFrom="paragraph">
              <wp:posOffset>-728980</wp:posOffset>
            </wp:positionV>
            <wp:extent cx="5624120" cy="3869512"/>
            <wp:effectExtent l="0" t="0" r="0" b="0"/>
            <wp:wrapNone/>
            <wp:docPr id="3" name="図 3" descr="C:\Users\tsuchiya\AppData\Local\Microsoft\Windows\INetCache\Content.Word\はがき_暑中_ひまわり3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suchiya\AppData\Local\Microsoft\Windows\INetCache\Content.Word\はがき_暑中_ひまわり3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120" cy="3869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6261F" w:rsidRPr="0056261F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DFB" w:rsidRDefault="00646DFB" w:rsidP="004E0190">
      <w:r>
        <w:separator/>
      </w:r>
    </w:p>
  </w:endnote>
  <w:endnote w:type="continuationSeparator" w:id="0">
    <w:p w:rsidR="00646DFB" w:rsidRDefault="00646DFB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DFB" w:rsidRDefault="00646DFB" w:rsidP="004E0190">
      <w:r>
        <w:separator/>
      </w:r>
    </w:p>
  </w:footnote>
  <w:footnote w:type="continuationSeparator" w:id="0">
    <w:p w:rsidR="00646DFB" w:rsidRDefault="00646DFB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357A0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81D0B"/>
    <w:rsid w:val="0039010D"/>
    <w:rsid w:val="00395F04"/>
    <w:rsid w:val="003A0D75"/>
    <w:rsid w:val="003B412C"/>
    <w:rsid w:val="003D6B05"/>
    <w:rsid w:val="003E55C8"/>
    <w:rsid w:val="003E583C"/>
    <w:rsid w:val="003F1A34"/>
    <w:rsid w:val="00400747"/>
    <w:rsid w:val="004350A6"/>
    <w:rsid w:val="00453822"/>
    <w:rsid w:val="00483B2A"/>
    <w:rsid w:val="004A195C"/>
    <w:rsid w:val="004E0190"/>
    <w:rsid w:val="004F488B"/>
    <w:rsid w:val="00504C08"/>
    <w:rsid w:val="0052439C"/>
    <w:rsid w:val="0053441E"/>
    <w:rsid w:val="0054608B"/>
    <w:rsid w:val="0056261F"/>
    <w:rsid w:val="005645CF"/>
    <w:rsid w:val="005B1E6A"/>
    <w:rsid w:val="005E06E1"/>
    <w:rsid w:val="00607786"/>
    <w:rsid w:val="006177E0"/>
    <w:rsid w:val="00617CA9"/>
    <w:rsid w:val="00646DFB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47AC2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13E20"/>
    <w:rsid w:val="00B757BB"/>
    <w:rsid w:val="00B90534"/>
    <w:rsid w:val="00BA5800"/>
    <w:rsid w:val="00BD596C"/>
    <w:rsid w:val="00BE052E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A256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2017-05-10T13:07:00Z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