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61F" w:rsidRPr="0056261F" w:rsidRDefault="001D3653" w:rsidP="0056261F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-39319</wp:posOffset>
                </wp:positionV>
                <wp:extent cx="4586631" cy="5556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6631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61F" w:rsidRPr="001D3653" w:rsidRDefault="0056261F" w:rsidP="003E583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outline/>
                                <w:color w:val="C0504D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D3653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outline/>
                                <w:color w:val="C0504D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暑中お見舞い申し上げます</w:t>
                            </w:r>
                          </w:p>
                          <w:p w:rsidR="0056261F" w:rsidRPr="001D3653" w:rsidRDefault="0056261F" w:rsidP="003E583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9.95pt;margin-top:-3.1pt;width:361.15pt;height:43.7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" filled="f" stroked="f">
                <v:textbox>
                  <w:txbxContent>
                    <w:p w:rsidR="0056261F" w:rsidRPr="001D3653" w:rsidRDefault="0056261F" w:rsidP="003E583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outline/>
                          <w:color w:val="C0504D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D3653">
                        <w:rPr>
                          <w:rFonts w:ascii="HGP創英角ﾎﾟｯﾌﾟ体" w:eastAsia="HGP創英角ﾎﾟｯﾌﾟ体" w:hAnsi="HGP創英角ﾎﾟｯﾌﾟ体" w:hint="eastAsia"/>
                          <w:b/>
                          <w:outline/>
                          <w:color w:val="C0504D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暑中お見舞い申し上げます</w:t>
                      </w:r>
                    </w:p>
                    <w:p w:rsidR="0056261F" w:rsidRPr="001D3653" w:rsidRDefault="0056261F" w:rsidP="003E583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52"/>
                          <w:szCs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-714578</wp:posOffset>
            </wp:positionV>
            <wp:extent cx="5362042" cy="3689197"/>
            <wp:effectExtent l="0" t="0" r="0" b="6985"/>
            <wp:wrapNone/>
            <wp:docPr id="1" name="図 1" descr="C:\Users\tsuchiya\AppData\Local\Microsoft\Windows\INetCache\Content.Word\はがき_暑中_ひまわり3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ひまわり3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042" cy="3689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6261F" w:rsidRPr="0056261F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61B" w:rsidRDefault="0015061B" w:rsidP="004E0190">
      <w:r>
        <w:separator/>
      </w:r>
    </w:p>
  </w:endnote>
  <w:endnote w:type="continuationSeparator" w:id="0">
    <w:p w:rsidR="0015061B" w:rsidRDefault="0015061B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61B" w:rsidRDefault="0015061B" w:rsidP="004E0190">
      <w:r>
        <w:separator/>
      </w:r>
    </w:p>
  </w:footnote>
  <w:footnote w:type="continuationSeparator" w:id="0">
    <w:p w:rsidR="0015061B" w:rsidRDefault="0015061B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61B"/>
    <w:rsid w:val="00150913"/>
    <w:rsid w:val="0016628B"/>
    <w:rsid w:val="00186998"/>
    <w:rsid w:val="001B5208"/>
    <w:rsid w:val="001D3653"/>
    <w:rsid w:val="002146A8"/>
    <w:rsid w:val="0022450E"/>
    <w:rsid w:val="00233FC2"/>
    <w:rsid w:val="002357A0"/>
    <w:rsid w:val="00245A8E"/>
    <w:rsid w:val="00246FEA"/>
    <w:rsid w:val="0024718F"/>
    <w:rsid w:val="002626EE"/>
    <w:rsid w:val="00275E5D"/>
    <w:rsid w:val="002A4627"/>
    <w:rsid w:val="002B167E"/>
    <w:rsid w:val="002D02AC"/>
    <w:rsid w:val="003110AB"/>
    <w:rsid w:val="003140A5"/>
    <w:rsid w:val="00340CE7"/>
    <w:rsid w:val="00381D0B"/>
    <w:rsid w:val="0039010D"/>
    <w:rsid w:val="00395F04"/>
    <w:rsid w:val="003A0D75"/>
    <w:rsid w:val="003B412C"/>
    <w:rsid w:val="003D6B05"/>
    <w:rsid w:val="003E55C8"/>
    <w:rsid w:val="003E583C"/>
    <w:rsid w:val="003F1A34"/>
    <w:rsid w:val="00400747"/>
    <w:rsid w:val="004350A6"/>
    <w:rsid w:val="00453822"/>
    <w:rsid w:val="00483B2A"/>
    <w:rsid w:val="004A195C"/>
    <w:rsid w:val="004E0190"/>
    <w:rsid w:val="004F488B"/>
    <w:rsid w:val="00504C08"/>
    <w:rsid w:val="0052439C"/>
    <w:rsid w:val="0053441E"/>
    <w:rsid w:val="0054608B"/>
    <w:rsid w:val="0056261F"/>
    <w:rsid w:val="005645CF"/>
    <w:rsid w:val="005B1E6A"/>
    <w:rsid w:val="005E06E1"/>
    <w:rsid w:val="00607786"/>
    <w:rsid w:val="006177E0"/>
    <w:rsid w:val="00617CA9"/>
    <w:rsid w:val="00646DFB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47AC2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13E20"/>
    <w:rsid w:val="00B757BB"/>
    <w:rsid w:val="00B90534"/>
    <w:rsid w:val="00BA5800"/>
    <w:rsid w:val="00BD596C"/>
    <w:rsid w:val="00BE052E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A256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2017-05-10T13:13:00Z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