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1A10F7">
      <w:pPr>
        <w:rPr>
          <w:sz w:val="24"/>
        </w:rPr>
      </w:pPr>
      <w:bookmarkStart w:id="0" w:name="_GoBack"/>
      <w:bookmarkEnd w:id="0"/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1804721</wp:posOffset>
                </wp:positionH>
                <wp:positionV relativeFrom="paragraph">
                  <wp:posOffset>169393</wp:posOffset>
                </wp:positionV>
                <wp:extent cx="994512" cy="2238451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512" cy="22384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1A10F7" w:rsidRDefault="001A10F7">
                            <w:pPr>
                              <w:rPr>
                                <w:rFonts w:ascii="AR浪漫明朝体U" w:eastAsia="AR浪漫明朝体U" w:hint="eastAsia"/>
                                <w:sz w:val="36"/>
                                <w:szCs w:val="36"/>
                              </w:rPr>
                            </w:pPr>
                            <w:r w:rsidRPr="001A10F7">
                              <w:rPr>
                                <w:rFonts w:ascii="AR浪漫明朝体U" w:eastAsia="AR浪漫明朝体U" w:hint="eastAsia"/>
                                <w:sz w:val="36"/>
                                <w:szCs w:val="36"/>
                              </w:rPr>
                              <w:t>暑中お見舞い</w:t>
                            </w:r>
                          </w:p>
                          <w:p w:rsidR="001A10F7" w:rsidRPr="001A10F7" w:rsidRDefault="001A10F7">
                            <w:pPr>
                              <w:rPr>
                                <w:rFonts w:ascii="AR浪漫明朝体U" w:eastAsia="AR浪漫明朝体U" w:hint="eastAsia"/>
                                <w:sz w:val="36"/>
                                <w:szCs w:val="36"/>
                              </w:rPr>
                            </w:pPr>
                            <w:r w:rsidRPr="001A10F7">
                              <w:rPr>
                                <w:rFonts w:ascii="AR浪漫明朝体U" w:eastAsia="AR浪漫明朝体U" w:hint="eastAsia"/>
                                <w:sz w:val="36"/>
                                <w:szCs w:val="36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2.1pt;margin-top:13.35pt;width:78.3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" filled="f" stroked="f" strokeweight=".5pt">
                <v:textbox style="layout-flow:vertical-ideographic">
                  <w:txbxContent>
                    <w:p w:rsidR="001A10F7" w:rsidRPr="001A10F7" w:rsidRDefault="001A10F7">
                      <w:pPr>
                        <w:rPr>
                          <w:rFonts w:ascii="AR浪漫明朝体U" w:eastAsia="AR浪漫明朝体U" w:hint="eastAsia"/>
                          <w:sz w:val="36"/>
                          <w:szCs w:val="36"/>
                        </w:rPr>
                      </w:pPr>
                      <w:r w:rsidRPr="001A10F7">
                        <w:rPr>
                          <w:rFonts w:ascii="AR浪漫明朝体U" w:eastAsia="AR浪漫明朝体U" w:hint="eastAsia"/>
                          <w:sz w:val="36"/>
                          <w:szCs w:val="36"/>
                        </w:rPr>
                        <w:t>暑中お見舞い</w:t>
                      </w:r>
                    </w:p>
                    <w:p w:rsidR="001A10F7" w:rsidRPr="001A10F7" w:rsidRDefault="001A10F7">
                      <w:pPr>
                        <w:rPr>
                          <w:rFonts w:ascii="AR浪漫明朝体U" w:eastAsia="AR浪漫明朝体U" w:hint="eastAsia"/>
                          <w:sz w:val="36"/>
                          <w:szCs w:val="36"/>
                        </w:rPr>
                      </w:pPr>
                      <w:r w:rsidRPr="001A10F7">
                        <w:rPr>
                          <w:rFonts w:ascii="AR浪漫明朝体U" w:eastAsia="AR浪漫明朝体U" w:hint="eastAsia"/>
                          <w:sz w:val="36"/>
                          <w:szCs w:val="36"/>
                        </w:rPr>
                        <w:t xml:space="preserve">　　　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-250317</wp:posOffset>
            </wp:positionH>
            <wp:positionV relativeFrom="paragraph">
              <wp:posOffset>-422707</wp:posOffset>
            </wp:positionV>
            <wp:extent cx="3386523" cy="5044736"/>
            <wp:effectExtent l="0" t="0" r="4445" b="3810"/>
            <wp:wrapNone/>
            <wp:docPr id="1" name="図 1" descr="C:\Users\tsuchiya\AppData\Local\Microsoft\Windows\INetCache\Content.Word\はがき_暑中_トロピカ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トロピカル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456" cy="50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D8" w:rsidRDefault="00B06DD8" w:rsidP="004E0190">
      <w:r>
        <w:separator/>
      </w:r>
    </w:p>
  </w:endnote>
  <w:endnote w:type="continuationSeparator" w:id="0">
    <w:p w:rsidR="00B06DD8" w:rsidRDefault="00B06DD8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浪漫明朝体U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D8" w:rsidRDefault="00B06DD8" w:rsidP="004E0190">
      <w:r>
        <w:separator/>
      </w:r>
    </w:p>
  </w:footnote>
  <w:footnote w:type="continuationSeparator" w:id="0">
    <w:p w:rsidR="00B06DD8" w:rsidRDefault="00B06DD8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2DC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