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E51C59">
      <w:pPr>
        <w:rPr>
          <w:sz w:val="24"/>
        </w:rPr>
      </w:pPr>
      <w:bookmarkStart w:id="0" w:name="_GoBack"/>
      <w:bookmarkEnd w:id="0"/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754227</wp:posOffset>
                </wp:positionV>
                <wp:extent cx="994410" cy="27285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2728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0F7" w:rsidRPr="00E51C59" w:rsidRDefault="000C3457">
                            <w:pPr>
                              <w:rPr>
                                <w:rFonts w:ascii="AR浪漫明朝体U" w:eastAsia="AR浪漫明朝体U" w:hint="eastAsia"/>
                                <w:b/>
                                <w:color w:val="92D050"/>
                                <w:sz w:val="44"/>
                                <w:szCs w:val="44"/>
                              </w:rPr>
                            </w:pPr>
                            <w:r w:rsidRPr="00E51C59">
                              <w:rPr>
                                <w:rFonts w:ascii="AR浪漫明朝体U" w:eastAsia="AR浪漫明朝体U" w:hint="eastAsia"/>
                                <w:b/>
                                <w:color w:val="92D050"/>
                                <w:sz w:val="44"/>
                                <w:szCs w:val="44"/>
                              </w:rPr>
                              <w:t>残暑</w:t>
                            </w:r>
                            <w:r w:rsidR="001A10F7" w:rsidRPr="00E51C59">
                              <w:rPr>
                                <w:rFonts w:ascii="AR浪漫明朝体U" w:eastAsia="AR浪漫明朝体U" w:hint="eastAsia"/>
                                <w:b/>
                                <w:color w:val="92D050"/>
                                <w:sz w:val="44"/>
                                <w:szCs w:val="44"/>
                              </w:rPr>
                              <w:t>お見舞い</w:t>
                            </w:r>
                          </w:p>
                          <w:p w:rsidR="001A10F7" w:rsidRPr="00E51C59" w:rsidRDefault="001A10F7">
                            <w:pPr>
                              <w:rPr>
                                <w:rFonts w:ascii="AR浪漫明朝体U" w:eastAsia="AR浪漫明朝体U" w:hint="eastAsia"/>
                                <w:b/>
                                <w:color w:val="92D050"/>
                                <w:sz w:val="44"/>
                                <w:szCs w:val="44"/>
                              </w:rPr>
                            </w:pPr>
                            <w:r w:rsidRPr="00E51C59">
                              <w:rPr>
                                <w:rFonts w:ascii="AR浪漫明朝体U" w:eastAsia="AR浪漫明朝体U" w:hint="eastAsia"/>
                                <w:b/>
                                <w:color w:val="92D050"/>
                                <w:sz w:val="44"/>
                                <w:szCs w:val="44"/>
                              </w:rPr>
                              <w:t xml:space="preserve">　　　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.1pt;margin-top:59.4pt;width:78.3pt;height:214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" filled="f" stroked="f" strokeweight=".5pt">
                <v:textbox style="layout-flow:vertical-ideographic">
                  <w:txbxContent>
                    <w:p w:rsidR="001A10F7" w:rsidRPr="00E51C59" w:rsidRDefault="000C3457">
                      <w:pPr>
                        <w:rPr>
                          <w:rFonts w:ascii="AR浪漫明朝体U" w:eastAsia="AR浪漫明朝体U" w:hint="eastAsia"/>
                          <w:b/>
                          <w:color w:val="92D050"/>
                          <w:sz w:val="44"/>
                          <w:szCs w:val="44"/>
                        </w:rPr>
                      </w:pPr>
                      <w:r w:rsidRPr="00E51C59">
                        <w:rPr>
                          <w:rFonts w:ascii="AR浪漫明朝体U" w:eastAsia="AR浪漫明朝体U" w:hint="eastAsia"/>
                          <w:b/>
                          <w:color w:val="92D050"/>
                          <w:sz w:val="44"/>
                          <w:szCs w:val="44"/>
                        </w:rPr>
                        <w:t>残暑</w:t>
                      </w:r>
                      <w:r w:rsidR="001A10F7" w:rsidRPr="00E51C59">
                        <w:rPr>
                          <w:rFonts w:ascii="AR浪漫明朝体U" w:eastAsia="AR浪漫明朝体U" w:hint="eastAsia"/>
                          <w:b/>
                          <w:color w:val="92D050"/>
                          <w:sz w:val="44"/>
                          <w:szCs w:val="44"/>
                        </w:rPr>
                        <w:t>お見舞い</w:t>
                      </w:r>
                    </w:p>
                    <w:p w:rsidR="001A10F7" w:rsidRPr="00E51C59" w:rsidRDefault="001A10F7">
                      <w:pPr>
                        <w:rPr>
                          <w:rFonts w:ascii="AR浪漫明朝体U" w:eastAsia="AR浪漫明朝体U" w:hint="eastAsia"/>
                          <w:b/>
                          <w:color w:val="92D050"/>
                          <w:sz w:val="44"/>
                          <w:szCs w:val="44"/>
                        </w:rPr>
                      </w:pPr>
                      <w:r w:rsidRPr="00E51C59">
                        <w:rPr>
                          <w:rFonts w:ascii="AR浪漫明朝体U" w:eastAsia="AR浪漫明朝体U" w:hint="eastAsia"/>
                          <w:b/>
                          <w:color w:val="92D050"/>
                          <w:sz w:val="44"/>
                          <w:szCs w:val="44"/>
                        </w:rPr>
                        <w:t xml:space="preserve">　　　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-521360</wp:posOffset>
            </wp:positionH>
            <wp:positionV relativeFrom="paragraph">
              <wp:posOffset>-752929</wp:posOffset>
            </wp:positionV>
            <wp:extent cx="3921786" cy="5693024"/>
            <wp:effectExtent l="0" t="0" r="2540" b="0"/>
            <wp:wrapNone/>
            <wp:docPr id="5" name="図 5" descr="C:\Users\tsuchiya\AppData\Local\Microsoft\Windows\INetCache\Content.Word\はがき_暑中_ヤシ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suchiya\AppData\Local\Microsoft\Windows\INetCache\Content.Word\はがき_暑中_ヤシ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980" cy="5700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894E0E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945" w:rsidRDefault="00077945" w:rsidP="004E0190">
      <w:r>
        <w:separator/>
      </w:r>
    </w:p>
  </w:endnote>
  <w:endnote w:type="continuationSeparator" w:id="0">
    <w:p w:rsidR="00077945" w:rsidRDefault="00077945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浪漫明朝体U">
    <w:panose1 w:val="020B0609010101010101"/>
    <w:charset w:val="80"/>
    <w:family w:val="moder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945" w:rsidRDefault="00077945" w:rsidP="004E0190">
      <w:r>
        <w:separator/>
      </w:r>
    </w:p>
  </w:footnote>
  <w:footnote w:type="continuationSeparator" w:id="0">
    <w:p w:rsidR="00077945" w:rsidRDefault="00077945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77945"/>
    <w:rsid w:val="0009007B"/>
    <w:rsid w:val="000C19D8"/>
    <w:rsid w:val="000C3457"/>
    <w:rsid w:val="00137B1C"/>
    <w:rsid w:val="00150913"/>
    <w:rsid w:val="00154DCA"/>
    <w:rsid w:val="0016628B"/>
    <w:rsid w:val="00186998"/>
    <w:rsid w:val="001A10F7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B50EB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40C6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06DD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1C59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2017-05-15T07:43:00Z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