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894E0E" w:rsidRDefault="00252FF9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1893266</wp:posOffset>
                </wp:positionH>
                <wp:positionV relativeFrom="paragraph">
                  <wp:posOffset>-226492</wp:posOffset>
                </wp:positionV>
                <wp:extent cx="994410" cy="27285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7285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A10F7" w:rsidRPr="00252FF9" w:rsidRDefault="00252FF9">
                            <w:pPr>
                              <w:rPr>
                                <w:rFonts w:ascii="AR浪漫明朝体U" w:eastAsia="AR浪漫明朝体U"/>
                                <w:b/>
                                <w:color w:val="8DB3E2" w:themeColor="text2" w:themeTint="66"/>
                                <w:sz w:val="44"/>
                                <w:szCs w:val="44"/>
                              </w:rPr>
                            </w:pPr>
                            <w:r w:rsidRPr="00252FF9">
                              <w:rPr>
                                <w:rFonts w:ascii="AR浪漫明朝体U" w:eastAsia="AR浪漫明朝体U" w:hint="eastAsia"/>
                                <w:b/>
                                <w:color w:val="8DB3E2" w:themeColor="text2" w:themeTint="66"/>
                                <w:sz w:val="44"/>
                                <w:szCs w:val="44"/>
                              </w:rPr>
                              <w:t>暑中</w:t>
                            </w:r>
                            <w:r w:rsidR="001A10F7" w:rsidRPr="00252FF9">
                              <w:rPr>
                                <w:rFonts w:ascii="AR浪漫明朝体U" w:eastAsia="AR浪漫明朝体U" w:hint="eastAsia"/>
                                <w:b/>
                                <w:color w:val="8DB3E2" w:themeColor="text2" w:themeTint="66"/>
                                <w:sz w:val="44"/>
                                <w:szCs w:val="44"/>
                              </w:rPr>
                              <w:t>お見舞い</w:t>
                            </w:r>
                          </w:p>
                          <w:p w:rsidR="001A10F7" w:rsidRPr="00252FF9" w:rsidRDefault="001A10F7">
                            <w:pPr>
                              <w:rPr>
                                <w:rFonts w:ascii="AR浪漫明朝体U" w:eastAsia="AR浪漫明朝体U"/>
                                <w:b/>
                                <w:color w:val="8DB3E2" w:themeColor="text2" w:themeTint="66"/>
                                <w:sz w:val="44"/>
                                <w:szCs w:val="44"/>
                              </w:rPr>
                            </w:pPr>
                            <w:r w:rsidRPr="00252FF9">
                              <w:rPr>
                                <w:rFonts w:ascii="AR浪漫明朝体U" w:eastAsia="AR浪漫明朝体U" w:hint="eastAsia"/>
                                <w:b/>
                                <w:color w:val="8DB3E2" w:themeColor="text2" w:themeTint="66"/>
                                <w:sz w:val="44"/>
                                <w:szCs w:val="44"/>
                              </w:rPr>
                              <w:t xml:space="preserve">　　　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9.1pt;margin-top:-17.85pt;width:78.3pt;height:214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" filled="f" stroked="f" strokeweight=".5pt">
                <v:textbox style="layout-flow:vertical-ideographic">
                  <w:txbxContent>
                    <w:p w:rsidR="001A10F7" w:rsidRPr="00252FF9" w:rsidRDefault="00252FF9">
                      <w:pPr>
                        <w:rPr>
                          <w:rFonts w:ascii="AR浪漫明朝体U" w:eastAsia="AR浪漫明朝体U"/>
                          <w:b/>
                          <w:color w:val="8DB3E2" w:themeColor="text2" w:themeTint="66"/>
                          <w:sz w:val="44"/>
                          <w:szCs w:val="44"/>
                        </w:rPr>
                      </w:pPr>
                      <w:r w:rsidRPr="00252FF9">
                        <w:rPr>
                          <w:rFonts w:ascii="AR浪漫明朝体U" w:eastAsia="AR浪漫明朝体U" w:hint="eastAsia"/>
                          <w:b/>
                          <w:color w:val="8DB3E2" w:themeColor="text2" w:themeTint="66"/>
                          <w:sz w:val="44"/>
                          <w:szCs w:val="44"/>
                        </w:rPr>
                        <w:t>暑中</w:t>
                      </w:r>
                      <w:r w:rsidR="001A10F7" w:rsidRPr="00252FF9">
                        <w:rPr>
                          <w:rFonts w:ascii="AR浪漫明朝体U" w:eastAsia="AR浪漫明朝体U" w:hint="eastAsia"/>
                          <w:b/>
                          <w:color w:val="8DB3E2" w:themeColor="text2" w:themeTint="66"/>
                          <w:sz w:val="44"/>
                          <w:szCs w:val="44"/>
                        </w:rPr>
                        <w:t>お見舞い</w:t>
                      </w:r>
                    </w:p>
                    <w:p w:rsidR="001A10F7" w:rsidRPr="00252FF9" w:rsidRDefault="001A10F7">
                      <w:pPr>
                        <w:rPr>
                          <w:rFonts w:ascii="AR浪漫明朝体U" w:eastAsia="AR浪漫明朝体U"/>
                          <w:b/>
                          <w:color w:val="8DB3E2" w:themeColor="text2" w:themeTint="66"/>
                          <w:sz w:val="44"/>
                          <w:szCs w:val="44"/>
                        </w:rPr>
                      </w:pPr>
                      <w:r w:rsidRPr="00252FF9">
                        <w:rPr>
                          <w:rFonts w:ascii="AR浪漫明朝体U" w:eastAsia="AR浪漫明朝体U" w:hint="eastAsia"/>
                          <w:b/>
                          <w:color w:val="8DB3E2" w:themeColor="text2" w:themeTint="66"/>
                          <w:sz w:val="44"/>
                          <w:szCs w:val="44"/>
                        </w:rPr>
                        <w:t xml:space="preserve">　　　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rFonts w:hint="eastAsia"/>
          <w:noProof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-115900</wp:posOffset>
            </wp:positionH>
            <wp:positionV relativeFrom="paragraph">
              <wp:posOffset>-627380</wp:posOffset>
            </wp:positionV>
            <wp:extent cx="3760013" cy="5458190"/>
            <wp:effectExtent l="0" t="0" r="0" b="0"/>
            <wp:wrapNone/>
            <wp:docPr id="1" name="図 1" descr="C:\Users\tsuchiya\AppData\Local\Microsoft\Windows\INetCache\Content.Word\はがき_暑中_朝顔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はがき_暑中_朝顔-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013" cy="54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07786" w:rsidRPr="00894E0E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10B" w:rsidRDefault="004D510B" w:rsidP="004E0190">
      <w:r>
        <w:separator/>
      </w:r>
    </w:p>
  </w:endnote>
  <w:endnote w:type="continuationSeparator" w:id="0">
    <w:p w:rsidR="004D510B" w:rsidRDefault="004D510B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浪漫明朝体U">
    <w:panose1 w:val="020B0609010101010101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10B" w:rsidRDefault="004D510B" w:rsidP="004E0190">
      <w:r>
        <w:separator/>
      </w:r>
    </w:p>
  </w:footnote>
  <w:footnote w:type="continuationSeparator" w:id="0">
    <w:p w:rsidR="004D510B" w:rsidRDefault="004D510B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77945"/>
    <w:rsid w:val="0009007B"/>
    <w:rsid w:val="000C19D8"/>
    <w:rsid w:val="000C3457"/>
    <w:rsid w:val="00137B1C"/>
    <w:rsid w:val="00150913"/>
    <w:rsid w:val="00154DCA"/>
    <w:rsid w:val="0016628B"/>
    <w:rsid w:val="00186998"/>
    <w:rsid w:val="001A10F7"/>
    <w:rsid w:val="001B5208"/>
    <w:rsid w:val="002146A8"/>
    <w:rsid w:val="0022450E"/>
    <w:rsid w:val="00233FC2"/>
    <w:rsid w:val="00245A8E"/>
    <w:rsid w:val="00246FEA"/>
    <w:rsid w:val="0024718F"/>
    <w:rsid w:val="00252FF9"/>
    <w:rsid w:val="00275E5D"/>
    <w:rsid w:val="002A4627"/>
    <w:rsid w:val="002B167E"/>
    <w:rsid w:val="002B50EB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D510B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607786"/>
    <w:rsid w:val="006177E0"/>
    <w:rsid w:val="00617CA9"/>
    <w:rsid w:val="006525DC"/>
    <w:rsid w:val="006940C6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961A53"/>
    <w:rsid w:val="009753C9"/>
    <w:rsid w:val="009B3278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1958"/>
    <w:rsid w:val="00B06DD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1C59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3239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2017-05-15T12:33:00Z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