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A92C5D" w:rsidRDefault="000E7405" w:rsidP="00A92C5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128930</wp:posOffset>
                </wp:positionV>
                <wp:extent cx="4586630" cy="680085"/>
                <wp:effectExtent l="0" t="0" r="0" b="571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6630" cy="680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2FC8" w:rsidRPr="000E7405" w:rsidRDefault="008C2FC8" w:rsidP="008C2FC8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outline/>
                                <w:color w:val="4BACC6" w:themeColor="accent5"/>
                                <w:sz w:val="48"/>
                                <w:szCs w:val="4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E7405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color w:val="4BACC6" w:themeColor="accent5"/>
                                <w:sz w:val="48"/>
                                <w:szCs w:val="4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暑中</w:t>
                            </w:r>
                            <w:r w:rsidRPr="000E740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outline/>
                                <w:color w:val="4BACC6" w:themeColor="accent5"/>
                                <w:sz w:val="48"/>
                                <w:szCs w:val="4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10.15pt;width:361.15pt;height:53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" filled="f" stroked="f" strokeweight=".5pt">
                <v:textbox>
                  <w:txbxContent>
                    <w:p w:rsidR="008C2FC8" w:rsidRPr="000E7405" w:rsidRDefault="008C2FC8" w:rsidP="008C2FC8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outline/>
                          <w:color w:val="4BACC6" w:themeColor="accent5"/>
                          <w:sz w:val="48"/>
                          <w:szCs w:val="4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E7405">
                        <w:rPr>
                          <w:rFonts w:ascii="HG創英角ﾎﾟｯﾌﾟ体" w:eastAsia="HG創英角ﾎﾟｯﾌﾟ体" w:hAnsi="HG創英角ﾎﾟｯﾌﾟ体" w:hint="eastAsia"/>
                          <w:b/>
                          <w:outline/>
                          <w:color w:val="4BACC6" w:themeColor="accent5"/>
                          <w:sz w:val="48"/>
                          <w:szCs w:val="4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暑中</w:t>
                      </w:r>
                      <w:r w:rsidRPr="000E7405">
                        <w:rPr>
                          <w:rFonts w:ascii="HG創英角ﾎﾟｯﾌﾟ体" w:eastAsia="HG創英角ﾎﾟｯﾌﾟ体" w:hAnsi="HG創英角ﾎﾟｯﾌﾟ体"/>
                          <w:b/>
                          <w:outline/>
                          <w:color w:val="4BACC6" w:themeColor="accent5"/>
                          <w:sz w:val="48"/>
                          <w:szCs w:val="4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お見舞い申し上げます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-572135</wp:posOffset>
            </wp:positionH>
            <wp:positionV relativeFrom="paragraph">
              <wp:posOffset>2081860</wp:posOffset>
            </wp:positionV>
            <wp:extent cx="5623832" cy="1448257"/>
            <wp:effectExtent l="0" t="0" r="0" b="0"/>
            <wp:wrapNone/>
            <wp:docPr id="3" name="図 3" descr="C:\Users\tsuchiya\AppData\Local\Microsoft\Windows\INetCache\Content.Word\はがき_暑中_朝顔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suchiya\AppData\Local\Microsoft\Windows\INetCache\Content.Word\はがき_暑中_朝顔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832" cy="1448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A92C5D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E9" w:rsidRDefault="00791DE9" w:rsidP="004E0190">
      <w:r>
        <w:separator/>
      </w:r>
    </w:p>
  </w:endnote>
  <w:endnote w:type="continuationSeparator" w:id="0">
    <w:p w:rsidR="00791DE9" w:rsidRDefault="00791DE9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E9" w:rsidRDefault="00791DE9" w:rsidP="004E0190">
      <w:r>
        <w:separator/>
      </w:r>
    </w:p>
  </w:footnote>
  <w:footnote w:type="continuationSeparator" w:id="0">
    <w:p w:rsidR="00791DE9" w:rsidRDefault="00791DE9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0E7405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B61B5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5F3E12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91DE9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8C2FC8"/>
    <w:rsid w:val="00961A53"/>
    <w:rsid w:val="009753C9"/>
    <w:rsid w:val="009852D8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A5800"/>
    <w:rsid w:val="00BD596C"/>
    <w:rsid w:val="00C36F1A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2017-05-15T12:38:00Z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