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B00FC3" w:rsidRDefault="00547EF6" w:rsidP="00B00F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117831</wp:posOffset>
                </wp:positionV>
                <wp:extent cx="1295400" cy="3105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FC3" w:rsidRPr="00B00FC3" w:rsidRDefault="00B00FC3">
                            <w:pPr>
                              <w:rPr>
                                <w:rFonts w:ascii="HG正楷書体-PRO" w:eastAsia="HG正楷書体-PRO"/>
                                <w:sz w:val="52"/>
                                <w:szCs w:val="52"/>
                              </w:rPr>
                            </w:pPr>
                            <w:r w:rsidRPr="00B00FC3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寒中お見舞い</w:t>
                            </w:r>
                          </w:p>
                          <w:p w:rsidR="00B00FC3" w:rsidRPr="00B00FC3" w:rsidRDefault="00B00FC3" w:rsidP="00B00FC3">
                            <w:pPr>
                              <w:ind w:firstLine="840"/>
                              <w:rPr>
                                <w:rFonts w:ascii="HG正楷書体-PRO" w:eastAsia="HG正楷書体-PRO"/>
                                <w:sz w:val="52"/>
                                <w:szCs w:val="52"/>
                              </w:rPr>
                            </w:pPr>
                            <w:r w:rsidRPr="00B00FC3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0.8pt;margin-top:9.3pt;width:102pt;height:24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" filled="f" stroked="f" strokeweight=".5pt">
                <v:textbox style="layout-flow:vertical-ideographic">
                  <w:txbxContent>
                    <w:p w:rsidR="00B00FC3" w:rsidRPr="00B00FC3" w:rsidRDefault="00B00FC3">
                      <w:pPr>
                        <w:rPr>
                          <w:rFonts w:ascii="HG正楷書体-PRO" w:eastAsia="HG正楷書体-PRO"/>
                          <w:sz w:val="52"/>
                          <w:szCs w:val="52"/>
                        </w:rPr>
                      </w:pPr>
                      <w:r w:rsidRPr="00B00FC3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寒中お見舞い</w:t>
                      </w:r>
                    </w:p>
                    <w:p w:rsidR="00B00FC3" w:rsidRPr="00B00FC3" w:rsidRDefault="00B00FC3" w:rsidP="00B00FC3">
                      <w:pPr>
                        <w:ind w:firstLine="840"/>
                        <w:rPr>
                          <w:rFonts w:ascii="HG正楷書体-PRO" w:eastAsia="HG正楷書体-PRO"/>
                          <w:sz w:val="52"/>
                          <w:szCs w:val="52"/>
                        </w:rPr>
                      </w:pPr>
                      <w:r w:rsidRPr="00B00FC3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-382168</wp:posOffset>
            </wp:positionH>
            <wp:positionV relativeFrom="paragraph">
              <wp:posOffset>-565922</wp:posOffset>
            </wp:positionV>
            <wp:extent cx="3606572" cy="5378064"/>
            <wp:effectExtent l="0" t="0" r="0" b="0"/>
            <wp:wrapNone/>
            <wp:docPr id="3" name="図 3" descr="C:\Users\tsuchiya\AppData\Local\Microsoft\Windows\INetCache\Content.Word\寒中見舞い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285" cy="5404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B00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1C2" w:rsidRDefault="008F01C2" w:rsidP="004E0190">
      <w:r>
        <w:separator/>
      </w:r>
    </w:p>
  </w:endnote>
  <w:endnote w:type="continuationSeparator" w:id="0">
    <w:p w:rsidR="008F01C2" w:rsidRDefault="008F01C2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1C2" w:rsidRDefault="008F01C2" w:rsidP="004E0190">
      <w:r>
        <w:separator/>
      </w:r>
    </w:p>
  </w:footnote>
  <w:footnote w:type="continuationSeparator" w:id="0">
    <w:p w:rsidR="008F01C2" w:rsidRDefault="008F01C2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47EF6"/>
    <w:rsid w:val="005645CF"/>
    <w:rsid w:val="005B1E6A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F01C2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2017-10-23T08:58:00Z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