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786" w:rsidRPr="00B00FC3" w:rsidRDefault="00C64D9E" w:rsidP="00B00FC3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1694688</wp:posOffset>
                </wp:positionH>
                <wp:positionV relativeFrom="paragraph">
                  <wp:posOffset>344094</wp:posOffset>
                </wp:positionV>
                <wp:extent cx="1295400" cy="31051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3105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00FC3" w:rsidRPr="0096384B" w:rsidRDefault="00B00FC3">
                            <w:pPr>
                              <w:rPr>
                                <w:rFonts w:ascii="HG正楷書体-PRO" w:eastAsia="HG正楷書体-PRO"/>
                                <w:sz w:val="52"/>
                                <w:szCs w:val="52"/>
                              </w:rPr>
                            </w:pPr>
                            <w:r w:rsidRPr="0096384B">
                              <w:rPr>
                                <w:rFonts w:ascii="HG正楷書体-PRO" w:eastAsia="HG正楷書体-PRO" w:hint="eastAsia"/>
                                <w:sz w:val="52"/>
                                <w:szCs w:val="52"/>
                              </w:rPr>
                              <w:t>寒中お見舞い</w:t>
                            </w:r>
                          </w:p>
                          <w:p w:rsidR="00B00FC3" w:rsidRPr="0031167B" w:rsidRDefault="00B00FC3" w:rsidP="00B00FC3">
                            <w:pPr>
                              <w:ind w:firstLine="840"/>
                              <w:rPr>
                                <w:rFonts w:ascii="HG教科書体" w:eastAsia="HG教科書体"/>
                                <w:sz w:val="52"/>
                                <w:szCs w:val="52"/>
                              </w:rPr>
                            </w:pPr>
                            <w:r w:rsidRPr="0096384B">
                              <w:rPr>
                                <w:rFonts w:ascii="HG正楷書体-PRO" w:eastAsia="HG正楷書体-PRO" w:hint="eastAsia"/>
                                <w:sz w:val="52"/>
                                <w:szCs w:val="52"/>
                              </w:rPr>
                              <w:t>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33.45pt;margin-top:27.1pt;width:102pt;height:244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" filled="f" stroked="f" strokeweight=".5pt">
                <v:textbox style="layout-flow:vertical-ideographic">
                  <w:txbxContent>
                    <w:p w:rsidR="00B00FC3" w:rsidRPr="0096384B" w:rsidRDefault="00B00FC3">
                      <w:pPr>
                        <w:rPr>
                          <w:rFonts w:ascii="HG正楷書体-PRO" w:eastAsia="HG正楷書体-PRO"/>
                          <w:sz w:val="52"/>
                          <w:szCs w:val="52"/>
                        </w:rPr>
                      </w:pPr>
                      <w:r w:rsidRPr="0096384B">
                        <w:rPr>
                          <w:rFonts w:ascii="HG正楷書体-PRO" w:eastAsia="HG正楷書体-PRO" w:hint="eastAsia"/>
                          <w:sz w:val="52"/>
                          <w:szCs w:val="52"/>
                        </w:rPr>
                        <w:t>寒中お見舞い</w:t>
                      </w:r>
                    </w:p>
                    <w:p w:rsidR="00B00FC3" w:rsidRPr="0031167B" w:rsidRDefault="00B00FC3" w:rsidP="00B00FC3">
                      <w:pPr>
                        <w:ind w:firstLine="840"/>
                        <w:rPr>
                          <w:rFonts w:ascii="HG教科書体" w:eastAsia="HG教科書体"/>
                          <w:sz w:val="52"/>
                          <w:szCs w:val="52"/>
                        </w:rPr>
                      </w:pPr>
                      <w:r w:rsidRPr="0096384B">
                        <w:rPr>
                          <w:rFonts w:ascii="HG正楷書体-PRO" w:eastAsia="HG正楷書体-PRO" w:hint="eastAsia"/>
                          <w:sz w:val="52"/>
                          <w:szCs w:val="52"/>
                        </w:rPr>
                        <w:t>申し上げます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-402615</wp:posOffset>
            </wp:positionH>
            <wp:positionV relativeFrom="paragraph">
              <wp:posOffset>-592754</wp:posOffset>
            </wp:positionV>
            <wp:extent cx="3669690" cy="5438714"/>
            <wp:effectExtent l="0" t="0" r="6985" b="0"/>
            <wp:wrapNone/>
            <wp:docPr id="3" name="図 3" descr="C:\Users\tsuchiya\AppData\Local\Microsoft\Windows\INetCache\Content.Word\寒中見舞い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suchiya\AppData\Local\Microsoft\Windows\INetCache\Content.Word\寒中見舞い-7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690" cy="5438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07786" w:rsidRPr="00B00FC3" w:rsidSect="00894E0E">
      <w:pgSz w:w="5670" w:h="8392"/>
      <w:pgMar w:top="850" w:right="567" w:bottom="850" w:left="567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3ADB" w:rsidRDefault="00C03ADB" w:rsidP="004E0190">
      <w:r>
        <w:separator/>
      </w:r>
    </w:p>
  </w:endnote>
  <w:endnote w:type="continuationSeparator" w:id="0">
    <w:p w:rsidR="00C03ADB" w:rsidRDefault="00C03ADB" w:rsidP="004E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3ADB" w:rsidRDefault="00C03ADB" w:rsidP="004E0190">
      <w:r>
        <w:separator/>
      </w:r>
    </w:p>
  </w:footnote>
  <w:footnote w:type="continuationSeparator" w:id="0">
    <w:p w:rsidR="00C03ADB" w:rsidRDefault="00C03ADB" w:rsidP="004E0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embedSystemFonts/>
  <w:bordersDoNotSurroundHeader/>
  <w:bordersDoNotSurroundFooter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E0E"/>
    <w:rsid w:val="00007EFC"/>
    <w:rsid w:val="000111E2"/>
    <w:rsid w:val="00031EAF"/>
    <w:rsid w:val="000477E6"/>
    <w:rsid w:val="0007191C"/>
    <w:rsid w:val="0009007B"/>
    <w:rsid w:val="000C19D8"/>
    <w:rsid w:val="00137B1C"/>
    <w:rsid w:val="00150913"/>
    <w:rsid w:val="0016628B"/>
    <w:rsid w:val="00186998"/>
    <w:rsid w:val="001B5208"/>
    <w:rsid w:val="002146A8"/>
    <w:rsid w:val="0022450E"/>
    <w:rsid w:val="00233FC2"/>
    <w:rsid w:val="00245A8E"/>
    <w:rsid w:val="00246FEA"/>
    <w:rsid w:val="0024718F"/>
    <w:rsid w:val="00275E5D"/>
    <w:rsid w:val="002A4627"/>
    <w:rsid w:val="002B167E"/>
    <w:rsid w:val="002D02AC"/>
    <w:rsid w:val="003110AB"/>
    <w:rsid w:val="0031167B"/>
    <w:rsid w:val="003140A5"/>
    <w:rsid w:val="00340CE7"/>
    <w:rsid w:val="00381D0B"/>
    <w:rsid w:val="00395F04"/>
    <w:rsid w:val="003A0D75"/>
    <w:rsid w:val="003B412C"/>
    <w:rsid w:val="003D6B05"/>
    <w:rsid w:val="003E55C8"/>
    <w:rsid w:val="003F1A34"/>
    <w:rsid w:val="00400747"/>
    <w:rsid w:val="004350A6"/>
    <w:rsid w:val="00453822"/>
    <w:rsid w:val="004A195C"/>
    <w:rsid w:val="004E0190"/>
    <w:rsid w:val="004F488B"/>
    <w:rsid w:val="00504C08"/>
    <w:rsid w:val="0052439C"/>
    <w:rsid w:val="0053441E"/>
    <w:rsid w:val="0054608B"/>
    <w:rsid w:val="00547EF6"/>
    <w:rsid w:val="005645CF"/>
    <w:rsid w:val="005B1E6A"/>
    <w:rsid w:val="005E06E1"/>
    <w:rsid w:val="00607786"/>
    <w:rsid w:val="006177E0"/>
    <w:rsid w:val="00617CA9"/>
    <w:rsid w:val="006525DC"/>
    <w:rsid w:val="00685810"/>
    <w:rsid w:val="00697E77"/>
    <w:rsid w:val="006C0513"/>
    <w:rsid w:val="00724FBF"/>
    <w:rsid w:val="00733928"/>
    <w:rsid w:val="00776CFD"/>
    <w:rsid w:val="007E215A"/>
    <w:rsid w:val="00821391"/>
    <w:rsid w:val="008316B1"/>
    <w:rsid w:val="0083413F"/>
    <w:rsid w:val="00840015"/>
    <w:rsid w:val="00890B10"/>
    <w:rsid w:val="00894E0E"/>
    <w:rsid w:val="00895D8A"/>
    <w:rsid w:val="008C0D90"/>
    <w:rsid w:val="008F01C2"/>
    <w:rsid w:val="00961A53"/>
    <w:rsid w:val="0096384B"/>
    <w:rsid w:val="009753C9"/>
    <w:rsid w:val="009B3278"/>
    <w:rsid w:val="009B7476"/>
    <w:rsid w:val="009D6630"/>
    <w:rsid w:val="009E27F1"/>
    <w:rsid w:val="00A07B14"/>
    <w:rsid w:val="00A13072"/>
    <w:rsid w:val="00A21B07"/>
    <w:rsid w:val="00A23A55"/>
    <w:rsid w:val="00AC6EE1"/>
    <w:rsid w:val="00AD1C4D"/>
    <w:rsid w:val="00AD4AAF"/>
    <w:rsid w:val="00AD7447"/>
    <w:rsid w:val="00AF3DC7"/>
    <w:rsid w:val="00B00FC3"/>
    <w:rsid w:val="00B01958"/>
    <w:rsid w:val="00B12EE9"/>
    <w:rsid w:val="00B757BB"/>
    <w:rsid w:val="00B90534"/>
    <w:rsid w:val="00BA5800"/>
    <w:rsid w:val="00BD596C"/>
    <w:rsid w:val="00C03ADB"/>
    <w:rsid w:val="00C64D9E"/>
    <w:rsid w:val="00C85D2A"/>
    <w:rsid w:val="00C97942"/>
    <w:rsid w:val="00CC1285"/>
    <w:rsid w:val="00CD6D6E"/>
    <w:rsid w:val="00CF4D6B"/>
    <w:rsid w:val="00D21BC0"/>
    <w:rsid w:val="00D26F53"/>
    <w:rsid w:val="00D27F30"/>
    <w:rsid w:val="00D52799"/>
    <w:rsid w:val="00D5489F"/>
    <w:rsid w:val="00D601B8"/>
    <w:rsid w:val="00D61D4A"/>
    <w:rsid w:val="00DA1D15"/>
    <w:rsid w:val="00DA25A6"/>
    <w:rsid w:val="00DB1A24"/>
    <w:rsid w:val="00DE3F79"/>
    <w:rsid w:val="00DF6C6F"/>
    <w:rsid w:val="00E357CC"/>
    <w:rsid w:val="00E520CF"/>
    <w:rsid w:val="00E62AC0"/>
    <w:rsid w:val="00E92671"/>
    <w:rsid w:val="00EC3E1D"/>
    <w:rsid w:val="00ED363E"/>
    <w:rsid w:val="00EF10E6"/>
    <w:rsid w:val="00F128C1"/>
    <w:rsid w:val="00F7692E"/>
    <w:rsid w:val="00F77618"/>
    <w:rsid w:val="00FB3CF0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645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778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E0190"/>
    <w:rPr>
      <w:kern w:val="2"/>
      <w:sz w:val="21"/>
      <w:szCs w:val="24"/>
    </w:rPr>
  </w:style>
  <w:style w:type="paragraph" w:styleId="a6">
    <w:name w:val="footer"/>
    <w:basedOn w:val="a"/>
    <w:link w:val="a7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E019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RPCARD20.WIZ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2017-02-27T14:13:00Z</dcterms:created>
  <dcterms:modified xsi:type="dcterms:W3CDTF">2017-10-23T09:07:00Z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ngo">
    <vt:i4>1</vt:i4>
  </property>
  <property fmtid="{D5CDD505-2E9C-101B-9397-08002B2CF9AE}" pid="3" name="WizardSucceeded">
    <vt:i4>1</vt:i4>
  </property>
  <property fmtid="{D5CDD505-2E9C-101B-9397-08002B2CF9AE}" pid="4" name="CardType">
    <vt:i4>2</vt:i4>
  </property>
  <property fmtid="{D5CDD505-2E9C-101B-9397-08002B2CF9AE}" pid="5" name="Layout">
    <vt:i4>19</vt:i4>
  </property>
</Properties>
</file>