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E36F14" w:rsidP="00B00F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1628343</wp:posOffset>
                </wp:positionH>
                <wp:positionV relativeFrom="paragraph">
                  <wp:posOffset>109449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530169" w:rsidRDefault="00B00FC3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530169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寒中お見舞い</w:t>
                            </w:r>
                          </w:p>
                          <w:p w:rsidR="00B00FC3" w:rsidRPr="00530169" w:rsidRDefault="00B00FC3" w:rsidP="00E36F14">
                            <w:pPr>
                              <w:ind w:firstLine="124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530169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8.2pt;margin-top:8.6pt;width:102pt;height:24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" filled="f" stroked="f" strokeweight=".5pt">
                <v:textbox style="layout-flow:vertical-ideographic">
                  <w:txbxContent>
                    <w:p w:rsidR="00B00FC3" w:rsidRPr="00530169" w:rsidRDefault="00B00FC3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530169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寒中お見舞い</w:t>
                      </w:r>
                    </w:p>
                    <w:p w:rsidR="00B00FC3" w:rsidRPr="00530169" w:rsidRDefault="00B00FC3" w:rsidP="00E36F14">
                      <w:pPr>
                        <w:ind w:firstLine="124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530169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-235687</wp:posOffset>
            </wp:positionH>
            <wp:positionV relativeFrom="paragraph">
              <wp:posOffset>2298548</wp:posOffset>
            </wp:positionV>
            <wp:extent cx="3374870" cy="2355494"/>
            <wp:effectExtent l="0" t="0" r="0" b="6985"/>
            <wp:wrapNone/>
            <wp:docPr id="1" name="図 1" descr="C:\Users\tsuchiya\AppData\Local\Microsoft\Windows\INetCache\Content.Word\寒中見舞い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suchiya\AppData\Local\Microsoft\Windows\INetCache\Content.Word\寒中見舞い-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152" cy="236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DDF" w:rsidRDefault="00A36DDF" w:rsidP="004E0190">
      <w:r>
        <w:separator/>
      </w:r>
    </w:p>
  </w:endnote>
  <w:endnote w:type="continuationSeparator" w:id="0">
    <w:p w:rsidR="00A36DDF" w:rsidRDefault="00A36DDF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DDF" w:rsidRDefault="00A36DDF" w:rsidP="004E0190">
      <w:r>
        <w:separator/>
      </w:r>
    </w:p>
  </w:footnote>
  <w:footnote w:type="continuationSeparator" w:id="0">
    <w:p w:rsidR="00A36DDF" w:rsidRDefault="00A36DDF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62BD3"/>
    <w:rsid w:val="0007191C"/>
    <w:rsid w:val="0009007B"/>
    <w:rsid w:val="000C19D8"/>
    <w:rsid w:val="0012709A"/>
    <w:rsid w:val="00137B1C"/>
    <w:rsid w:val="00150913"/>
    <w:rsid w:val="0016628B"/>
    <w:rsid w:val="00186998"/>
    <w:rsid w:val="001B5208"/>
    <w:rsid w:val="002146A8"/>
    <w:rsid w:val="0022450E"/>
    <w:rsid w:val="002326D2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167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0169"/>
    <w:rsid w:val="0053441E"/>
    <w:rsid w:val="0054608B"/>
    <w:rsid w:val="00547EF6"/>
    <w:rsid w:val="005645CF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6384B"/>
    <w:rsid w:val="009753C9"/>
    <w:rsid w:val="009B3278"/>
    <w:rsid w:val="009B7476"/>
    <w:rsid w:val="009D6630"/>
    <w:rsid w:val="009E27F1"/>
    <w:rsid w:val="00A07B14"/>
    <w:rsid w:val="00A13072"/>
    <w:rsid w:val="00A21B07"/>
    <w:rsid w:val="00A23A55"/>
    <w:rsid w:val="00A36DDF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03ADB"/>
    <w:rsid w:val="00C64D9E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36F14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2017-10-27T14:30:00Z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