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9B0CBE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2020958</wp:posOffset>
                </wp:positionH>
                <wp:positionV relativeFrom="paragraph">
                  <wp:posOffset>577</wp:posOffset>
                </wp:positionV>
                <wp:extent cx="768242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242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B2607D" w:rsidRDefault="00B2607D">
                            <w:pPr>
                              <w:rPr>
                                <w:rFonts w:ascii="HG教科書体" w:eastAsia="HG教科書体"/>
                                <w:sz w:val="30"/>
                                <w:szCs w:val="30"/>
                              </w:rPr>
                            </w:pPr>
                            <w:r w:rsidRPr="00B2607D">
                              <w:rPr>
                                <w:rFonts w:ascii="HG教科書体" w:eastAsia="HG教科書体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B2607D" w:rsidRDefault="00B2607D" w:rsidP="00B2607D">
                            <w:pPr>
                              <w:ind w:firstLine="840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 w:rsidRPr="00B2607D">
                              <w:rPr>
                                <w:rFonts w:ascii="HG教科書体" w:eastAsia="HG教科書体" w:hint="eastAsia"/>
                                <w:sz w:val="30"/>
                                <w:szCs w:val="30"/>
                              </w:rPr>
                              <w:t>ご挨拶は失礼いたします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9.15pt;margin-top:.05pt;width:60.5pt;height:26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" filled="f" stroked="f" strokeweight=".5pt">
                <v:textbox style="layout-flow:vertical-ideographic">
                  <w:txbxContent>
                    <w:p w:rsidR="00B2607D" w:rsidRPr="00B2607D" w:rsidRDefault="00B2607D">
                      <w:pPr>
                        <w:rPr>
                          <w:rFonts w:ascii="HG教科書体" w:eastAsia="HG教科書体"/>
                          <w:sz w:val="30"/>
                          <w:szCs w:val="30"/>
                        </w:rPr>
                      </w:pPr>
                      <w:r w:rsidRPr="00B2607D">
                        <w:rPr>
                          <w:rFonts w:ascii="HG教科書体" w:eastAsia="HG教科書体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B2607D" w:rsidRDefault="00B2607D" w:rsidP="00B2607D">
                      <w:pPr>
                        <w:ind w:firstLine="840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 w:rsidRPr="00B2607D">
                        <w:rPr>
                          <w:rFonts w:ascii="HG教科書体" w:eastAsia="HG教科書体" w:hint="eastAsia"/>
                          <w:sz w:val="30"/>
                          <w:szCs w:val="30"/>
                        </w:rPr>
                        <w:t>ご挨拶は失礼いたします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838809" wp14:editId="2706B004">
                <wp:simplePos x="0" y="0"/>
                <wp:positionH relativeFrom="column">
                  <wp:posOffset>1640700</wp:posOffset>
                </wp:positionH>
                <wp:positionV relativeFrom="paragraph">
                  <wp:posOffset>207010</wp:posOffset>
                </wp:positionV>
                <wp:extent cx="528555" cy="3155473"/>
                <wp:effectExtent l="0" t="0" r="0" b="69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55" cy="3155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0CBE" w:rsidRPr="009B0CBE" w:rsidRDefault="009B0CBE" w:rsidP="009B0CBE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="HG教科書体" w:eastAsia="HG教科書体" w:hAnsiTheme="minorEastAsia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CBE">
                              <w:rPr>
                                <w:rFonts w:ascii="HG教科書体" w:eastAsia="HG教科書体" w:hAnsiTheme="minorEastAsia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本年中に賜りましたご厚情に深謝申し上げます</w:t>
                            </w:r>
                          </w:p>
                          <w:p w:rsidR="009B0CBE" w:rsidRPr="009B0CBE" w:rsidRDefault="009B0CBE" w:rsidP="009B0CBE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="HG教科書体" w:eastAsia="HG教科書体" w:hAnsiTheme="minorEastAsia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CBE">
                              <w:rPr>
                                <w:rFonts w:ascii="HG教科書体" w:eastAsia="HG教科書体" w:hAnsiTheme="minorEastAsia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8809" id="テキスト ボックス 9" o:spid="_x0000_s1027" type="#_x0000_t202" style="position:absolute;left:0;text-align:left;margin-left:129.2pt;margin-top:16.3pt;width:41.6pt;height:24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" filled="f" stroked="f" strokeweight=".5pt">
                <v:textbox style="layout-flow:vertical-ideographic">
                  <w:txbxContent>
                    <w:p w:rsidR="009B0CBE" w:rsidRPr="009B0CBE" w:rsidRDefault="009B0CBE" w:rsidP="009B0CBE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="HG教科書体" w:eastAsia="HG教科書体" w:hAnsiTheme="minorEastAsia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9B0CBE">
                        <w:rPr>
                          <w:rFonts w:ascii="HG教科書体" w:eastAsia="HG教科書体" w:hAnsiTheme="minorEastAsia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本年中に賜りましたご厚情に深謝申し上げます</w:t>
                      </w:r>
                    </w:p>
                    <w:p w:rsidR="009B0CBE" w:rsidRPr="009B0CBE" w:rsidRDefault="009B0CBE" w:rsidP="009B0CBE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="HG教科書体" w:eastAsia="HG教科書体" w:hAnsiTheme="minorEastAsia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9B0CBE">
                        <w:rPr>
                          <w:rFonts w:ascii="HG教科書体" w:eastAsia="HG教科書体" w:hAnsiTheme="minorEastAsia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832ECE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3078257</wp:posOffset>
            </wp:positionV>
            <wp:extent cx="1606550" cy="1158240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アセット 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EC" w:rsidRDefault="00153EEC" w:rsidP="004E0190">
      <w:r>
        <w:separator/>
      </w:r>
    </w:p>
  </w:endnote>
  <w:endnote w:type="continuationSeparator" w:id="0">
    <w:p w:rsidR="00153EEC" w:rsidRDefault="00153EEC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EC" w:rsidRDefault="00153EEC" w:rsidP="004E0190">
      <w:r>
        <w:separator/>
      </w:r>
    </w:p>
  </w:footnote>
  <w:footnote w:type="continuationSeparator" w:id="0">
    <w:p w:rsidR="00153EEC" w:rsidRDefault="00153EEC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53EEC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B0CBE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2607D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9B0C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2017-02-28T09:40:00Z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