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B54731">
      <w:pPr>
        <w:rPr>
          <w:sz w:val="24"/>
        </w:rPr>
      </w:pPr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2368855</wp:posOffset>
                </wp:positionH>
                <wp:positionV relativeFrom="paragraph">
                  <wp:posOffset>854818</wp:posOffset>
                </wp:positionV>
                <wp:extent cx="940435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9D7B4E" w:rsidRDefault="00B2607D">
                            <w:pPr>
                              <w:rPr>
                                <w:rFonts w:ascii="HGS祥南行書体" w:eastAsia="HGS祥南行書体"/>
                                <w:sz w:val="30"/>
                                <w:szCs w:val="30"/>
                              </w:rPr>
                            </w:pPr>
                            <w:r w:rsidRPr="009D7B4E">
                              <w:rPr>
                                <w:rFonts w:ascii="HGS祥南行書体" w:eastAsia="HGS祥南行書体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9D7B4E" w:rsidRDefault="00B2607D" w:rsidP="00B2607D">
                            <w:pPr>
                              <w:ind w:firstLine="840"/>
                              <w:rPr>
                                <w:rFonts w:ascii="HGS祥南行書体" w:eastAsia="HGS祥南行書体"/>
                                <w:sz w:val="28"/>
                                <w:szCs w:val="28"/>
                              </w:rPr>
                            </w:pPr>
                            <w:r w:rsidRPr="009D7B4E">
                              <w:rPr>
                                <w:rFonts w:ascii="HGS祥南行書体" w:eastAsia="HGS祥南行書体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5pt;margin-top:67.3pt;width:74.0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" filled="f" stroked="f" strokeweight=".5pt">
                <v:textbox style="layout-flow:vertical-ideographic">
                  <w:txbxContent>
                    <w:p w:rsidR="00B2607D" w:rsidRPr="009D7B4E" w:rsidRDefault="00B2607D">
                      <w:pPr>
                        <w:rPr>
                          <w:rFonts w:ascii="HGS祥南行書体" w:eastAsia="HGS祥南行書体"/>
                          <w:sz w:val="30"/>
                          <w:szCs w:val="30"/>
                        </w:rPr>
                      </w:pPr>
                      <w:r w:rsidRPr="009D7B4E">
                        <w:rPr>
                          <w:rFonts w:ascii="HGS祥南行書体" w:eastAsia="HGS祥南行書体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9D7B4E" w:rsidRDefault="00B2607D" w:rsidP="00B2607D">
                      <w:pPr>
                        <w:ind w:firstLine="840"/>
                        <w:rPr>
                          <w:rFonts w:ascii="HGS祥南行書体" w:eastAsia="HGS祥南行書体"/>
                          <w:sz w:val="28"/>
                          <w:szCs w:val="28"/>
                        </w:rPr>
                      </w:pPr>
                      <w:r w:rsidRPr="009D7B4E">
                        <w:rPr>
                          <w:rFonts w:ascii="HGS祥南行書体" w:eastAsia="HGS祥南行書体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-165521</wp:posOffset>
            </wp:positionV>
            <wp:extent cx="3948545" cy="4877358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はがき_喪中_藤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8545" cy="4877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04D" w:rsidRDefault="0079004D" w:rsidP="004E0190">
      <w:r>
        <w:separator/>
      </w:r>
    </w:p>
  </w:endnote>
  <w:endnote w:type="continuationSeparator" w:id="0">
    <w:p w:rsidR="0079004D" w:rsidRDefault="0079004D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祥南行書体">
    <w:panose1 w:val="030008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04D" w:rsidRDefault="0079004D" w:rsidP="004E0190">
      <w:r>
        <w:separator/>
      </w:r>
    </w:p>
  </w:footnote>
  <w:footnote w:type="continuationSeparator" w:id="0">
    <w:p w:rsidR="0079004D" w:rsidRDefault="0079004D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