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211724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2018484</wp:posOffset>
                </wp:positionH>
                <wp:positionV relativeFrom="paragraph">
                  <wp:posOffset>611249</wp:posOffset>
                </wp:positionV>
                <wp:extent cx="617517" cy="914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51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1724" w:rsidRPr="00211724" w:rsidRDefault="00211724" w:rsidP="00211724">
                            <w:pPr>
                              <w:rPr>
                                <w:rFonts w:ascii="HG祥南行書体" w:eastAsia="HG祥南行書体" w:hint="eastAsia"/>
                                <w:sz w:val="18"/>
                                <w:szCs w:val="18"/>
                              </w:rPr>
                            </w:pPr>
                            <w:r w:rsidRPr="00211724">
                              <w:rPr>
                                <w:rFonts w:ascii="HG祥南行書体" w:eastAsia="HG祥南行書体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211724" w:rsidRDefault="00211724" w:rsidP="00211724">
                            <w:r w:rsidRPr="00211724">
                              <w:rPr>
                                <w:rFonts w:ascii="HG祥南行書体" w:eastAsia="HG祥南行書体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58.95pt;margin-top:48.15pt;width:48.6pt;height:1in;z-index:2516602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" filled="f" stroked="f" strokeweight=".5pt">
                <v:textbox style="layout-flow:vertical-ideographic">
                  <w:txbxContent>
                    <w:p w:rsidR="00211724" w:rsidRPr="00211724" w:rsidRDefault="00211724" w:rsidP="00211724">
                      <w:pPr>
                        <w:rPr>
                          <w:rFonts w:ascii="HG祥南行書体" w:eastAsia="HG祥南行書体" w:hint="eastAsia"/>
                          <w:sz w:val="18"/>
                          <w:szCs w:val="18"/>
                        </w:rPr>
                      </w:pPr>
                      <w:r w:rsidRPr="00211724">
                        <w:rPr>
                          <w:rFonts w:ascii="HG祥南行書体" w:eastAsia="HG祥南行書体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211724" w:rsidRDefault="00211724" w:rsidP="00211724">
                      <w:r w:rsidRPr="00211724">
                        <w:rPr>
                          <w:rFonts w:ascii="HG祥南行書体" w:eastAsia="HG祥南行書体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2390082</wp:posOffset>
                </wp:positionH>
                <wp:positionV relativeFrom="paragraph">
                  <wp:posOffset>325301</wp:posOffset>
                </wp:positionV>
                <wp:extent cx="940827" cy="336289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7" cy="3362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F17610" w:rsidRDefault="00B2607D">
                            <w:pPr>
                              <w:rPr>
                                <w:rFonts w:ascii="HGS祥南行書体" w:eastAsia="HGS祥南行書体" w:hAnsiTheme="minorEastAsia"/>
                                <w:sz w:val="30"/>
                                <w:szCs w:val="30"/>
                              </w:rPr>
                            </w:pPr>
                            <w:r w:rsidRPr="00F17610">
                              <w:rPr>
                                <w:rFonts w:ascii="HGS祥南行書体" w:eastAsia="HGS祥南行書体" w:hAnsiTheme="minorEastAsia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F17610" w:rsidRDefault="00B2607D" w:rsidP="00B2607D">
                            <w:pPr>
                              <w:ind w:firstLine="840"/>
                              <w:rPr>
                                <w:rFonts w:ascii="HGS祥南行書体" w:eastAsia="HGS祥南行書体" w:hAnsiTheme="minorEastAsia"/>
                                <w:sz w:val="28"/>
                                <w:szCs w:val="28"/>
                              </w:rPr>
                            </w:pPr>
                            <w:r w:rsidRPr="00F17610">
                              <w:rPr>
                                <w:rFonts w:ascii="HGS祥南行書体" w:eastAsia="HGS祥南行書体" w:hAnsiTheme="minorEastAsia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FA3DEB" w:rsidRPr="00F17610">
                              <w:rPr>
                                <w:rFonts w:ascii="HGS祥南行書体" w:eastAsia="HGS祥南行書体" w:hAnsiTheme="minorEastAsia" w:hint="eastAsia"/>
                                <w:sz w:val="30"/>
                                <w:szCs w:val="30"/>
                              </w:rPr>
                              <w:t>を遠慮申し上げます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88.2pt;margin-top:25.6pt;width:74.1pt;height:26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" filled="f" stroked="f" strokeweight=".5pt">
                <v:textbox style="layout-flow:vertical-ideographic">
                  <w:txbxContent>
                    <w:p w:rsidR="00B2607D" w:rsidRPr="00F17610" w:rsidRDefault="00B2607D">
                      <w:pPr>
                        <w:rPr>
                          <w:rFonts w:ascii="HGS祥南行書体" w:eastAsia="HGS祥南行書体" w:hAnsiTheme="minorEastAsia"/>
                          <w:sz w:val="30"/>
                          <w:szCs w:val="30"/>
                        </w:rPr>
                      </w:pPr>
                      <w:r w:rsidRPr="00F17610"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F17610" w:rsidRDefault="00B2607D" w:rsidP="00B2607D">
                      <w:pPr>
                        <w:ind w:firstLine="840"/>
                        <w:rPr>
                          <w:rFonts w:ascii="HGS祥南行書体" w:eastAsia="HGS祥南行書体" w:hAnsiTheme="minorEastAsia"/>
                          <w:sz w:val="28"/>
                          <w:szCs w:val="28"/>
                        </w:rPr>
                      </w:pPr>
                      <w:r w:rsidRPr="00F17610"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  <w:t>ご挨拶</w:t>
                      </w:r>
                      <w:r w:rsidR="00FA3DEB" w:rsidRPr="00F17610"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  <w:t>を遠慮申し上げます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05pt;height:410.5pt">
            <v:imagedata r:id="rId6" o:title="はがき_喪中_百合2"/>
          </v:shape>
        </w:pict>
      </w:r>
      <w:bookmarkEnd w:id="0"/>
    </w:p>
    <w:sectPr w:rsidR="00607786" w:rsidRPr="00894E0E" w:rsidSect="00211724">
      <w:pgSz w:w="5670" w:h="8392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EAF" w:rsidRDefault="00800EAF" w:rsidP="004E0190">
      <w:r>
        <w:separator/>
      </w:r>
    </w:p>
  </w:endnote>
  <w:endnote w:type="continuationSeparator" w:id="0">
    <w:p w:rsidR="00800EAF" w:rsidRDefault="00800EAF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祥南行書体">
    <w:panose1 w:val="03000809000000000000"/>
    <w:charset w:val="80"/>
    <w:family w:val="script"/>
    <w:pitch w:val="fixed"/>
    <w:sig w:usb0="80000281" w:usb1="28C76CF8" w:usb2="00000010" w:usb3="00000000" w:csb0="00020000" w:csb1="00000000"/>
  </w:font>
  <w:font w:name="HGS祥南行書体">
    <w:panose1 w:val="030008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EAF" w:rsidRDefault="00800EAF" w:rsidP="004E0190">
      <w:r>
        <w:separator/>
      </w:r>
    </w:p>
  </w:footnote>
  <w:footnote w:type="continuationSeparator" w:id="0">
    <w:p w:rsidR="00800EAF" w:rsidRDefault="00800EAF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563"/>
    <w:rsid w:val="0007191C"/>
    <w:rsid w:val="0009007B"/>
    <w:rsid w:val="000C19D8"/>
    <w:rsid w:val="00137B1C"/>
    <w:rsid w:val="00150913"/>
    <w:rsid w:val="0016628B"/>
    <w:rsid w:val="00186998"/>
    <w:rsid w:val="001B5208"/>
    <w:rsid w:val="00211724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72D07"/>
    <w:rsid w:val="00381D0B"/>
    <w:rsid w:val="00395F04"/>
    <w:rsid w:val="003A0D75"/>
    <w:rsid w:val="003B412C"/>
    <w:rsid w:val="003D6B05"/>
    <w:rsid w:val="003E55C8"/>
    <w:rsid w:val="003F1A34"/>
    <w:rsid w:val="00400747"/>
    <w:rsid w:val="00421A58"/>
    <w:rsid w:val="004350A6"/>
    <w:rsid w:val="00437F96"/>
    <w:rsid w:val="0044619A"/>
    <w:rsid w:val="00453822"/>
    <w:rsid w:val="00493700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5F0963"/>
    <w:rsid w:val="00607786"/>
    <w:rsid w:val="006177E0"/>
    <w:rsid w:val="00617CA9"/>
    <w:rsid w:val="006525DC"/>
    <w:rsid w:val="006626BA"/>
    <w:rsid w:val="00697E77"/>
    <w:rsid w:val="006C0513"/>
    <w:rsid w:val="006C72BF"/>
    <w:rsid w:val="00724FBF"/>
    <w:rsid w:val="00733928"/>
    <w:rsid w:val="00776CFD"/>
    <w:rsid w:val="007E215A"/>
    <w:rsid w:val="007F1996"/>
    <w:rsid w:val="00800EAF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C6EE1"/>
    <w:rsid w:val="00AD15F6"/>
    <w:rsid w:val="00AD1C4D"/>
    <w:rsid w:val="00AD4AAF"/>
    <w:rsid w:val="00AD7447"/>
    <w:rsid w:val="00AF3DC7"/>
    <w:rsid w:val="00B01958"/>
    <w:rsid w:val="00B12EE9"/>
    <w:rsid w:val="00B2607D"/>
    <w:rsid w:val="00B757BB"/>
    <w:rsid w:val="00B90534"/>
    <w:rsid w:val="00BA5800"/>
    <w:rsid w:val="00BD20F5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95C3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17610"/>
    <w:rsid w:val="00F30568"/>
    <w:rsid w:val="00F7692E"/>
    <w:rsid w:val="00FA3DEB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F305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46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44619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