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86" w:rsidRPr="00894E0E" w:rsidRDefault="005F0963">
      <w:pPr>
        <w:rPr>
          <w:sz w:val="24"/>
        </w:rPr>
      </w:pPr>
      <w:bookmarkStart w:id="0" w:name="_GoBack"/>
      <w:bookmarkEnd w:id="0"/>
      <w:r>
        <w:rPr>
          <w:noProof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-95232</wp:posOffset>
            </wp:positionH>
            <wp:positionV relativeFrom="paragraph">
              <wp:posOffset>3286220</wp:posOffset>
            </wp:positionV>
            <wp:extent cx="1596236" cy="1154009"/>
            <wp:effectExtent l="0" t="0" r="4445" b="8255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アセット 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6236" cy="11540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619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1547513</wp:posOffset>
                </wp:positionH>
                <wp:positionV relativeFrom="paragraph">
                  <wp:posOffset>279289</wp:posOffset>
                </wp:positionV>
                <wp:extent cx="528555" cy="3155473"/>
                <wp:effectExtent l="0" t="0" r="0" b="698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555" cy="31554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4619A" w:rsidRPr="0044619A" w:rsidRDefault="0044619A" w:rsidP="0044619A">
                            <w:pPr>
                              <w:widowControl/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jc w:val="left"/>
                              <w:rPr>
                                <w:rFonts w:ascii="HG行書体" w:eastAsia="HG行書体" w:hAnsi="ＭＳ ゴシック" w:cs="ＭＳ ゴシック"/>
                                <w:color w:val="333333"/>
                                <w:spacing w:val="15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44619A">
                              <w:rPr>
                                <w:rFonts w:ascii="HG行書体" w:eastAsia="HG行書体" w:hAnsi="ＭＳ ゴシック" w:cs="ＭＳ ゴシック" w:hint="eastAsia"/>
                                <w:color w:val="333333"/>
                                <w:spacing w:val="15"/>
                                <w:kern w:val="0"/>
                                <w:sz w:val="16"/>
                                <w:szCs w:val="16"/>
                              </w:rPr>
                              <w:t>本年中に賜りましたご厚情に深謝</w:t>
                            </w:r>
                            <w:r>
                              <w:rPr>
                                <w:rFonts w:ascii="HG行書体" w:eastAsia="HG行書体" w:hAnsi="ＭＳ ゴシック" w:cs="ＭＳ ゴシック" w:hint="eastAsia"/>
                                <w:color w:val="333333"/>
                                <w:spacing w:val="15"/>
                                <w:kern w:val="0"/>
                                <w:sz w:val="16"/>
                                <w:szCs w:val="16"/>
                              </w:rPr>
                              <w:t>申し上げます</w:t>
                            </w:r>
                          </w:p>
                          <w:p w:rsidR="0044619A" w:rsidRPr="0044619A" w:rsidRDefault="0044619A" w:rsidP="0044619A">
                            <w:pPr>
                              <w:widowControl/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jc w:val="left"/>
                              <w:rPr>
                                <w:rFonts w:ascii="HG行書体" w:eastAsia="HG行書体" w:hAnsi="ＭＳ ゴシック" w:cs="ＭＳ ゴシック"/>
                                <w:color w:val="333333"/>
                                <w:spacing w:val="15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44619A">
                              <w:rPr>
                                <w:rFonts w:ascii="HG行書体" w:eastAsia="HG行書体" w:hAnsi="ＭＳ ゴシック" w:cs="ＭＳ ゴシック" w:hint="eastAsia"/>
                                <w:color w:val="333333"/>
                                <w:spacing w:val="15"/>
                                <w:kern w:val="0"/>
                                <w:sz w:val="16"/>
                                <w:szCs w:val="16"/>
                              </w:rPr>
                              <w:t>明年も変わらぬご厚誼を賜りますようお願いいたします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121.85pt;margin-top:22pt;width:41.6pt;height:248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" filled="f" stroked="f" strokeweight=".5pt">
                <v:textbox style="layout-flow:vertical-ideographic">
                  <w:txbxContent>
                    <w:p w:rsidR="0044619A" w:rsidRPr="0044619A" w:rsidRDefault="0044619A" w:rsidP="0044619A">
                      <w:pPr>
                        <w:widowControl/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jc w:val="left"/>
                        <w:rPr>
                          <w:rFonts w:ascii="HG行書体" w:eastAsia="HG行書体" w:hAnsi="ＭＳ ゴシック" w:cs="ＭＳ ゴシック" w:hint="eastAsia"/>
                          <w:color w:val="333333"/>
                          <w:spacing w:val="15"/>
                          <w:kern w:val="0"/>
                          <w:sz w:val="16"/>
                          <w:szCs w:val="16"/>
                        </w:rPr>
                      </w:pPr>
                      <w:r w:rsidRPr="0044619A">
                        <w:rPr>
                          <w:rFonts w:ascii="HG行書体" w:eastAsia="HG行書体" w:hAnsi="ＭＳ ゴシック" w:cs="ＭＳ ゴシック" w:hint="eastAsia"/>
                          <w:color w:val="333333"/>
                          <w:spacing w:val="15"/>
                          <w:kern w:val="0"/>
                          <w:sz w:val="16"/>
                          <w:szCs w:val="16"/>
                        </w:rPr>
                        <w:t>本年中に賜りましたご厚情に深謝</w:t>
                      </w:r>
                      <w:r>
                        <w:rPr>
                          <w:rFonts w:ascii="HG行書体" w:eastAsia="HG行書体" w:hAnsi="ＭＳ ゴシック" w:cs="ＭＳ ゴシック" w:hint="eastAsia"/>
                          <w:color w:val="333333"/>
                          <w:spacing w:val="15"/>
                          <w:kern w:val="0"/>
                          <w:sz w:val="16"/>
                          <w:szCs w:val="16"/>
                        </w:rPr>
                        <w:t>申し上げます</w:t>
                      </w:r>
                    </w:p>
                    <w:p w:rsidR="0044619A" w:rsidRPr="0044619A" w:rsidRDefault="0044619A" w:rsidP="0044619A">
                      <w:pPr>
                        <w:widowControl/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jc w:val="left"/>
                        <w:rPr>
                          <w:rFonts w:ascii="HG行書体" w:eastAsia="HG行書体" w:hAnsi="ＭＳ ゴシック" w:cs="ＭＳ ゴシック" w:hint="eastAsia"/>
                          <w:color w:val="333333"/>
                          <w:spacing w:val="15"/>
                          <w:kern w:val="0"/>
                          <w:sz w:val="16"/>
                          <w:szCs w:val="16"/>
                        </w:rPr>
                      </w:pPr>
                      <w:r w:rsidRPr="0044619A">
                        <w:rPr>
                          <w:rFonts w:ascii="HG行書体" w:eastAsia="HG行書体" w:hAnsi="ＭＳ ゴシック" w:cs="ＭＳ ゴシック" w:hint="eastAsia"/>
                          <w:color w:val="333333"/>
                          <w:spacing w:val="15"/>
                          <w:kern w:val="0"/>
                          <w:sz w:val="16"/>
                          <w:szCs w:val="16"/>
                        </w:rPr>
                        <w:t>明年も変わらぬご厚誼を賜りますようお願いいたします</w:t>
                      </w:r>
                    </w:p>
                  </w:txbxContent>
                </v:textbox>
              </v:shape>
            </w:pict>
          </mc:Fallback>
        </mc:AlternateContent>
      </w:r>
      <w:r w:rsidR="00832ECE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1850070</wp:posOffset>
                </wp:positionH>
                <wp:positionV relativeFrom="paragraph">
                  <wp:posOffset>-1699</wp:posOffset>
                </wp:positionV>
                <wp:extent cx="940827" cy="3362894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827" cy="33628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607D" w:rsidRPr="00F17610" w:rsidRDefault="00B2607D">
                            <w:pPr>
                              <w:rPr>
                                <w:rFonts w:ascii="HGS祥南行書体" w:eastAsia="HGS祥南行書体" w:hAnsiTheme="minorEastAsia"/>
                                <w:sz w:val="30"/>
                                <w:szCs w:val="30"/>
                              </w:rPr>
                            </w:pPr>
                            <w:r w:rsidRPr="00F17610">
                              <w:rPr>
                                <w:rFonts w:ascii="HGS祥南行書体" w:eastAsia="HGS祥南行書体" w:hAnsiTheme="minorEastAsia" w:hint="eastAsia"/>
                                <w:sz w:val="30"/>
                                <w:szCs w:val="30"/>
                              </w:rPr>
                              <w:t>喪中につき年末年始の</w:t>
                            </w:r>
                          </w:p>
                          <w:p w:rsidR="00B2607D" w:rsidRPr="00F17610" w:rsidRDefault="00B2607D" w:rsidP="00B2607D">
                            <w:pPr>
                              <w:ind w:firstLine="840"/>
                              <w:rPr>
                                <w:rFonts w:ascii="HGS祥南行書体" w:eastAsia="HGS祥南行書体" w:hAnsiTheme="minorEastAsia"/>
                                <w:sz w:val="28"/>
                                <w:szCs w:val="28"/>
                              </w:rPr>
                            </w:pPr>
                            <w:r w:rsidRPr="00F17610">
                              <w:rPr>
                                <w:rFonts w:ascii="HGS祥南行書体" w:eastAsia="HGS祥南行書体" w:hAnsiTheme="minorEastAsia" w:hint="eastAsia"/>
                                <w:sz w:val="30"/>
                                <w:szCs w:val="30"/>
                              </w:rPr>
                              <w:t>ご挨拶</w:t>
                            </w:r>
                            <w:r w:rsidR="00FA3DEB" w:rsidRPr="00F17610">
                              <w:rPr>
                                <w:rFonts w:ascii="HGS祥南行書体" w:eastAsia="HGS祥南行書体" w:hAnsiTheme="minorEastAsia" w:hint="eastAsia"/>
                                <w:sz w:val="30"/>
                                <w:szCs w:val="30"/>
                              </w:rPr>
                              <w:t>を遠慮申し上げます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145.65pt;margin-top:-.15pt;width:74.1pt;height:264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" filled="f" stroked="f" strokeweight=".5pt">
                <v:textbox style="layout-flow:vertical-ideographic">
                  <w:txbxContent>
                    <w:p w:rsidR="00B2607D" w:rsidRPr="00F17610" w:rsidRDefault="00B2607D">
                      <w:pPr>
                        <w:rPr>
                          <w:rFonts w:ascii="HGS祥南行書体" w:eastAsia="HGS祥南行書体" w:hAnsiTheme="minorEastAsia" w:hint="eastAsia"/>
                          <w:sz w:val="30"/>
                          <w:szCs w:val="30"/>
                        </w:rPr>
                      </w:pPr>
                      <w:r w:rsidRPr="00F17610">
                        <w:rPr>
                          <w:rFonts w:ascii="HGS祥南行書体" w:eastAsia="HGS祥南行書体" w:hAnsiTheme="minorEastAsia" w:hint="eastAsia"/>
                          <w:sz w:val="30"/>
                          <w:szCs w:val="30"/>
                        </w:rPr>
                        <w:t>喪中につき年末年始の</w:t>
                      </w:r>
                    </w:p>
                    <w:p w:rsidR="00B2607D" w:rsidRPr="00F17610" w:rsidRDefault="00B2607D" w:rsidP="00B2607D">
                      <w:pPr>
                        <w:ind w:firstLine="840"/>
                        <w:rPr>
                          <w:rFonts w:ascii="HGS祥南行書体" w:eastAsia="HGS祥南行書体" w:hAnsiTheme="minorEastAsia" w:hint="eastAsia"/>
                          <w:sz w:val="28"/>
                          <w:szCs w:val="28"/>
                        </w:rPr>
                      </w:pPr>
                      <w:r w:rsidRPr="00F17610">
                        <w:rPr>
                          <w:rFonts w:ascii="HGS祥南行書体" w:eastAsia="HGS祥南行書体" w:hAnsiTheme="minorEastAsia" w:hint="eastAsia"/>
                          <w:sz w:val="30"/>
                          <w:szCs w:val="30"/>
                        </w:rPr>
                        <w:t>ご挨拶</w:t>
                      </w:r>
                      <w:r w:rsidR="00FA3DEB" w:rsidRPr="00F17610">
                        <w:rPr>
                          <w:rFonts w:ascii="HGS祥南行書体" w:eastAsia="HGS祥南行書体" w:hAnsiTheme="minorEastAsia" w:hint="eastAsia"/>
                          <w:sz w:val="30"/>
                          <w:szCs w:val="30"/>
                        </w:rPr>
                        <w:t>を遠慮申し上げます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07786" w:rsidRPr="00894E0E" w:rsidSect="00894E0E">
      <w:pgSz w:w="5670" w:h="8392"/>
      <w:pgMar w:top="850" w:right="567" w:bottom="850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7F4" w:rsidRDefault="005A57F4" w:rsidP="004E0190">
      <w:r>
        <w:separator/>
      </w:r>
    </w:p>
  </w:endnote>
  <w:endnote w:type="continuationSeparator" w:id="0">
    <w:p w:rsidR="005A57F4" w:rsidRDefault="005A57F4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HGS祥南行書体">
    <w:panose1 w:val="030008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7F4" w:rsidRDefault="005A57F4" w:rsidP="004E0190">
      <w:r>
        <w:separator/>
      </w:r>
    </w:p>
  </w:footnote>
  <w:footnote w:type="continuationSeparator" w:id="0">
    <w:p w:rsidR="005A57F4" w:rsidRDefault="005A57F4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71563"/>
    <w:rsid w:val="0007191C"/>
    <w:rsid w:val="0009007B"/>
    <w:rsid w:val="000C19D8"/>
    <w:rsid w:val="00137B1C"/>
    <w:rsid w:val="00150913"/>
    <w:rsid w:val="0016628B"/>
    <w:rsid w:val="00186998"/>
    <w:rsid w:val="001B5208"/>
    <w:rsid w:val="002146A8"/>
    <w:rsid w:val="0022450E"/>
    <w:rsid w:val="00233FC2"/>
    <w:rsid w:val="00245A8E"/>
    <w:rsid w:val="00246FEA"/>
    <w:rsid w:val="0024718F"/>
    <w:rsid w:val="00275E5D"/>
    <w:rsid w:val="002A4627"/>
    <w:rsid w:val="002B167E"/>
    <w:rsid w:val="002D02AC"/>
    <w:rsid w:val="002D52DC"/>
    <w:rsid w:val="003110AB"/>
    <w:rsid w:val="003140A5"/>
    <w:rsid w:val="00340CE7"/>
    <w:rsid w:val="00372D0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37F96"/>
    <w:rsid w:val="0044619A"/>
    <w:rsid w:val="00453822"/>
    <w:rsid w:val="00493700"/>
    <w:rsid w:val="004A195C"/>
    <w:rsid w:val="004E0190"/>
    <w:rsid w:val="004F488B"/>
    <w:rsid w:val="00504C08"/>
    <w:rsid w:val="0052439C"/>
    <w:rsid w:val="0053441E"/>
    <w:rsid w:val="0054608B"/>
    <w:rsid w:val="005645CF"/>
    <w:rsid w:val="005A57F4"/>
    <w:rsid w:val="005B1E6A"/>
    <w:rsid w:val="005E06E1"/>
    <w:rsid w:val="005F0963"/>
    <w:rsid w:val="00607786"/>
    <w:rsid w:val="006177E0"/>
    <w:rsid w:val="00617CA9"/>
    <w:rsid w:val="006525DC"/>
    <w:rsid w:val="006626BA"/>
    <w:rsid w:val="00697E77"/>
    <w:rsid w:val="006C0513"/>
    <w:rsid w:val="006C72BF"/>
    <w:rsid w:val="00724FBF"/>
    <w:rsid w:val="00733928"/>
    <w:rsid w:val="00776CFD"/>
    <w:rsid w:val="007E215A"/>
    <w:rsid w:val="007F1996"/>
    <w:rsid w:val="00821391"/>
    <w:rsid w:val="008316B1"/>
    <w:rsid w:val="00832ECE"/>
    <w:rsid w:val="0083413F"/>
    <w:rsid w:val="00840015"/>
    <w:rsid w:val="00890B10"/>
    <w:rsid w:val="00894E0E"/>
    <w:rsid w:val="00895D8A"/>
    <w:rsid w:val="008C0D90"/>
    <w:rsid w:val="00961A53"/>
    <w:rsid w:val="009753C9"/>
    <w:rsid w:val="009A7511"/>
    <w:rsid w:val="009B3278"/>
    <w:rsid w:val="009D6630"/>
    <w:rsid w:val="009D7B4E"/>
    <w:rsid w:val="009E27F1"/>
    <w:rsid w:val="00A07B14"/>
    <w:rsid w:val="00A13072"/>
    <w:rsid w:val="00A21B07"/>
    <w:rsid w:val="00A23A55"/>
    <w:rsid w:val="00AC6EE1"/>
    <w:rsid w:val="00AD1C4D"/>
    <w:rsid w:val="00AD4AAF"/>
    <w:rsid w:val="00AD7447"/>
    <w:rsid w:val="00AF3DC7"/>
    <w:rsid w:val="00B01958"/>
    <w:rsid w:val="00B12EE9"/>
    <w:rsid w:val="00B2607D"/>
    <w:rsid w:val="00B67F38"/>
    <w:rsid w:val="00B757BB"/>
    <w:rsid w:val="00B90534"/>
    <w:rsid w:val="00BA5800"/>
    <w:rsid w:val="00BD596C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17610"/>
    <w:rsid w:val="00F7692E"/>
    <w:rsid w:val="00FA3DEB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4619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44619A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1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2017-02-28T09:06:00Z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