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0B033E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1986883</wp:posOffset>
                </wp:positionH>
                <wp:positionV relativeFrom="paragraph">
                  <wp:posOffset>373768</wp:posOffset>
                </wp:positionV>
                <wp:extent cx="528555" cy="3155473"/>
                <wp:effectExtent l="0" t="0" r="0" b="69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555" cy="31554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619A" w:rsidRPr="00DC218F" w:rsidRDefault="0044619A" w:rsidP="0044619A">
                            <w:pPr>
                              <w:widowControl/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left"/>
                              <w:rPr>
                                <w:rFonts w:asciiTheme="minorEastAsia" w:eastAsiaTheme="minorEastAsia" w:hAnsiTheme="minorEastAsia" w:cs="ＭＳ ゴシック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DC218F">
                              <w:rPr>
                                <w:rFonts w:asciiTheme="minorEastAsia" w:eastAsiaTheme="minorEastAsia" w:hAnsiTheme="minorEastAsia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本年中に賜りましたご厚情に深謝申し上げます</w:t>
                            </w:r>
                          </w:p>
                          <w:p w:rsidR="0044619A" w:rsidRPr="00DC218F" w:rsidRDefault="0044619A" w:rsidP="0044619A">
                            <w:pPr>
                              <w:widowControl/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left"/>
                              <w:rPr>
                                <w:rFonts w:asciiTheme="minorEastAsia" w:eastAsiaTheme="minorEastAsia" w:hAnsiTheme="minorEastAsia" w:cs="ＭＳ ゴシック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DC218F">
                              <w:rPr>
                                <w:rFonts w:asciiTheme="minorEastAsia" w:eastAsiaTheme="minorEastAsia" w:hAnsiTheme="minorEastAsia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56.45pt;margin-top:29.45pt;width:41.6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TLDUQIAAGQEAAAOAAAAZHJzL2Uyb0RvYy54bWysVEtu2zAQ3RfoHQjua/mnJBYsB24CFwWM&#10;JIDTZk1TlC1A4rAkbcld2kDQQ/QKRdc9jy7SISU7RtpV0Q01wxnO570Zja+rIidboU0GMqa9TpcS&#10;ITkkmVzF9NPj7N0VJcYymbAcpIjpThh6PXn7ZlyqSPRhDXkiNMEg0kSliunaWhUFgeFrUTDTASUk&#10;GlPQBbOo6lWQaFZi9CIP+t3uRVCCTpQGLozB29vGSCc+fpoKbu/T1AhL8phibdaf2p9LdwaTMYtW&#10;mql1xtsy2D9UUbBMYtJTqFtmGdno7I9QRcY1GEhth0MRQJpmXPgesJte91U3izVTwveC4Bh1gsn8&#10;v7D8bvugSZbEdESJZAVSVB+e6/2Pev+rPnwj9eF7fTjU+5+ok5GDq1QmwlcLhe9s9R4qpP14b/DS&#10;oVClunBf7I+gHYHfncAWlSUcL8P+VRiGlHA0DXphOLwcuDDBy2uljf0goCBOiKlGMj3GbDs3tnE9&#10;urhkEmZZnntCc0nKmF4Mwq5/cLJg8FxiDtdDU6uTbLWs2saWkOywLw3NoBjFZxkmnzNjH5jGycBW&#10;cNrtPR5pDpgEWomSNeivf7t3/jEV7DN+KSlx1mJqvmyYFpTkHyWSOeoNh244vTIML/uo6HPL8twi&#10;N8UN4Dj3cLMU96Lzt/lRTDUUT7gWU5cXTUxyrC2mmL0Rb2yzAbhWXEyn3gnHUTE7lwvFXWgHqAP3&#10;sXpiWrUMWOTuDo5TyaJXRDS+DRXTjYU08yw5iBtcW+RxlD3P7dq5XTnXvdfLz2HyGwAA//8DAFBL&#10;AwQUAAYACAAAACEAwbrTR+AAAAAKAQAADwAAAGRycy9kb3ducmV2LnhtbEyPwW6DMAyG75P2DpEn&#10;7bYG6KiAEqpqU6+VxipNuwWSAmriIBJatqefd9pOlu1Pvz+Xu8UadtWTHxwKiFcRMI2tUwN2Ak7v&#10;h6cMmA8SlTQOtYAv7WFX3d+VslDuhm/6WoeOUQj6QgroQxgLzn3bayv9yo0aaXd2k5WB2qnjapI3&#10;CreGJ1G04VYOSBd6OeqXXreXerYClo/8eGjy497Mn6/pc/J9qt18EeLxYdlvgQW9hD8YfvVJHSpy&#10;atyMyjMjYB0nOaEC0owqAet8EwNraJCmGfCq5P9fqH4AAAD//wMAUEsBAi0AFAAGAAgAAAAhALaD&#10;OJL+AAAA4QEAABMAAAAAAAAAAAAAAAAAAAAAAFtDb250ZW50X1R5cGVzXS54bWxQSwECLQAUAAYA&#10;CAAAACEAOP0h/9YAAACUAQAACwAAAAAAAAAAAAAAAAAvAQAAX3JlbHMvLnJlbHNQSwECLQAUAAYA&#10;CAAAACEA6iUyw1ECAABkBAAADgAAAAAAAAAAAAAAAAAuAgAAZHJzL2Uyb0RvYy54bWxQSwECLQAU&#10;AAYACAAAACEAwbrTR+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44619A" w:rsidRPr="00DC218F" w:rsidRDefault="0044619A" w:rsidP="0044619A">
                      <w:pPr>
                        <w:widowControl/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left"/>
                        <w:rPr>
                          <w:rFonts w:asciiTheme="minorEastAsia" w:eastAsiaTheme="minorEastAsia" w:hAnsiTheme="minorEastAsia" w:cs="ＭＳ ゴシック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</w:pPr>
                      <w:r w:rsidRPr="00DC218F">
                        <w:rPr>
                          <w:rFonts w:asciiTheme="minorEastAsia" w:eastAsiaTheme="minorEastAsia" w:hAnsiTheme="minorEastAsia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本年中に賜りましたご厚情に深謝申し上げます</w:t>
                      </w:r>
                    </w:p>
                    <w:p w:rsidR="0044619A" w:rsidRPr="00DC218F" w:rsidRDefault="0044619A" w:rsidP="0044619A">
                      <w:pPr>
                        <w:widowControl/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left"/>
                        <w:rPr>
                          <w:rFonts w:asciiTheme="minorEastAsia" w:eastAsiaTheme="minorEastAsia" w:hAnsiTheme="minorEastAsia" w:cs="ＭＳ ゴシック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</w:pPr>
                      <w:r w:rsidRPr="00DC218F">
                        <w:rPr>
                          <w:rFonts w:asciiTheme="minorEastAsia" w:eastAsiaTheme="minorEastAsia" w:hAnsiTheme="minorEastAsia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2378207</wp:posOffset>
                </wp:positionH>
                <wp:positionV relativeFrom="paragraph">
                  <wp:posOffset>259988</wp:posOffset>
                </wp:positionV>
                <wp:extent cx="940827" cy="336289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827" cy="3362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DC218F" w:rsidRDefault="00B2607D">
                            <w:pPr>
                              <w:rPr>
                                <w:rFonts w:asciiTheme="minorEastAsia" w:eastAsiaTheme="minorEastAsia" w:hAnsiTheme="minorEastAsia"/>
                                <w:sz w:val="30"/>
                                <w:szCs w:val="30"/>
                              </w:rPr>
                            </w:pPr>
                            <w:r w:rsidRPr="00DC218F">
                              <w:rPr>
                                <w:rFonts w:asciiTheme="minorEastAsia" w:eastAsiaTheme="minorEastAsia" w:hAnsiTheme="minorEastAsia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F17610" w:rsidRDefault="00B2607D" w:rsidP="00B2607D">
                            <w:pPr>
                              <w:ind w:firstLine="840"/>
                              <w:rPr>
                                <w:rFonts w:ascii="HGS祥南行書体" w:eastAsia="HGS祥南行書体" w:hAnsiTheme="minorEastAsia"/>
                                <w:sz w:val="28"/>
                                <w:szCs w:val="28"/>
                              </w:rPr>
                            </w:pPr>
                            <w:r w:rsidRPr="00DC218F">
                              <w:rPr>
                                <w:rFonts w:asciiTheme="minorEastAsia" w:eastAsiaTheme="minorEastAsia" w:hAnsiTheme="minorEastAsia" w:hint="eastAsia"/>
                                <w:sz w:val="30"/>
                                <w:szCs w:val="30"/>
                              </w:rPr>
                              <w:t>ご挨拶</w:t>
                            </w:r>
                            <w:r w:rsidR="00FA3DEB" w:rsidRPr="00DC218F">
                              <w:rPr>
                                <w:rFonts w:asciiTheme="minorEastAsia" w:eastAsiaTheme="minorEastAsia" w:hAnsiTheme="minorEastAsia" w:hint="eastAsia"/>
                                <w:sz w:val="30"/>
                                <w:szCs w:val="30"/>
                              </w:rPr>
                              <w:t>を遠慮申し上げます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87.25pt;margin-top:20.45pt;width:74.1pt;height:26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/oUwIAAGsEAAAOAAAAZHJzL2Uyb0RvYy54bWysVEtu2zAQ3RfoHQjua8mfOLZgOXATuChg&#10;JAGcNmuaomwBEoclaUvuMgaCHqJXKLrueXSRDinZMdKuim6o+XE+7w01uaqKnOyENhnImHY7ISVC&#10;ckgyuY7pp4f5uxElxjKZsBykiOleGHo1fftmUqpI9GADeSI0wSTSRKWK6cZaFQWB4RtRMNMBJSQ6&#10;U9AFs6jqdZBoVmL2Ig96YTgMStCJ0sCFMWi9aZx06vOnqeD2Lk2NsCSPKfZm/an9uXJnMJ2waK2Z&#10;2mS8bYP9QxcFyyQWPaW6YZaRrc7+SFVkXIOB1HY4FAGkacaFnwGn6YavpllumBJ+FgTHqBNM5v+l&#10;5be7e02yBLmjRLICKaoPz/XTj/rpV334RurD9/pwqJ9+ok66Dq5SmQhvLRXes9V7qNzV1m7Q6FCo&#10;Ul24L85H0I/A709gi8oSjsbxIBz1Linh6Or3h73ReODSBC+3lTb2g4CCOCGmGsn0GLPdwtgm9Bji&#10;ikmYZ3mOdhblkpQxHfYvQn/h5MHkucQaboamVyfZalW1ELRzrCDZ43gamn0xis8z7GHBjL1nGhcE&#10;J8Klt3d4pDlgLWglSjagv/7N7uJjKthn/FJS4srF1HzZMi0oyT9K5HTcHQzcjnplcHHZQ0Wfe1bn&#10;HrktrgG3GnnD/rzo4m1+FFMNxSO+jpmriy4mOfYWU6zeiNe2eQj4uriYzXwQbqVidiGXirvUDkyH&#10;8UP1yLRqibBI4S0cl5NFr/hoYhtGZlsLaebJckg3uLYE4EZ7utvX557Mue6jXv4R098AAAD//wMA&#10;UEsDBBQABgAIAAAAIQCjt4XG4AAAAAoBAAAPAAAAZHJzL2Rvd25yZXYueG1sTI/BToNAEIbvJr7D&#10;Zky82V0RpCBL02h6bSI2Md4Wdguk7CxhlxZ9eseTvc1kvvzz/cVmsQM7m8n3DiU8rgQwg43TPbYS&#10;Dh+7hzUwHxRqNTg0Er6Nh015e1OoXLsLvptzFVpGIehzJaELYcw5901nrPIrNxqk29FNVgVap5br&#10;SV0o3A48EuKZW9UjfejUaF4705yq2UpYPrP9rs7222H+ekvi6OdQufkk5f3dsn0BFswS/mH40yd1&#10;KMmpdjNqzwYJT2mcECohFhkwApIoSoHVNKQiAV4W/LpC+QsAAP//AwBQSwECLQAUAAYACAAAACEA&#10;toM4kv4AAADhAQAAEwAAAAAAAAAAAAAAAAAAAAAAW0NvbnRlbnRfVHlwZXNdLnhtbFBLAQItABQA&#10;BgAIAAAAIQA4/SH/1gAAAJQBAAALAAAAAAAAAAAAAAAAAC8BAABfcmVscy8ucmVsc1BLAQItABQA&#10;BgAIAAAAIQDnHD/oUwIAAGsEAAAOAAAAAAAAAAAAAAAAAC4CAABkcnMvZTJvRG9jLnhtbFBLAQIt&#10;ABQABgAIAAAAIQCjt4XG4AAAAAoBAAAPAAAAAAAAAAAAAAAAAK0EAABkcnMvZG93bnJldi54bWxQ&#10;SwUGAAAAAAQABADzAAAAugUAAAAA&#10;" filled="f" stroked="f" strokeweight=".5pt">
                <v:textbox style="layout-flow:vertical-ideographic">
                  <w:txbxContent>
                    <w:p w:rsidR="00B2607D" w:rsidRPr="00DC218F" w:rsidRDefault="00B2607D">
                      <w:pPr>
                        <w:rPr>
                          <w:rFonts w:asciiTheme="minorEastAsia" w:eastAsiaTheme="minorEastAsia" w:hAnsiTheme="minorEastAsia"/>
                          <w:sz w:val="30"/>
                          <w:szCs w:val="30"/>
                        </w:rPr>
                      </w:pPr>
                      <w:r w:rsidRPr="00DC218F">
                        <w:rPr>
                          <w:rFonts w:asciiTheme="minorEastAsia" w:eastAsiaTheme="minorEastAsia" w:hAnsiTheme="minorEastAsia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F17610" w:rsidRDefault="00B2607D" w:rsidP="00B2607D">
                      <w:pPr>
                        <w:ind w:firstLine="840"/>
                        <w:rPr>
                          <w:rFonts w:ascii="HGS祥南行書体" w:eastAsia="HGS祥南行書体" w:hAnsiTheme="minorEastAsia"/>
                          <w:sz w:val="28"/>
                          <w:szCs w:val="28"/>
                        </w:rPr>
                      </w:pPr>
                      <w:r w:rsidRPr="00DC218F">
                        <w:rPr>
                          <w:rFonts w:asciiTheme="minorEastAsia" w:eastAsiaTheme="minorEastAsia" w:hAnsiTheme="minorEastAsia" w:hint="eastAsia"/>
                          <w:sz w:val="30"/>
                          <w:szCs w:val="30"/>
                        </w:rPr>
                        <w:t>ご挨拶</w:t>
                      </w:r>
                      <w:r w:rsidR="00FA3DEB" w:rsidRPr="00DC218F">
                        <w:rPr>
                          <w:rFonts w:asciiTheme="minorEastAsia" w:eastAsiaTheme="minorEastAsia" w:hAnsiTheme="minorEastAsia" w:hint="eastAsia"/>
                          <w:sz w:val="30"/>
                          <w:szCs w:val="30"/>
                        </w:rPr>
                        <w:t>を遠慮申し上げます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283.3pt;height:182.8pt;z-index:251662336;mso-position-horizontal:center;mso-position-horizontal-relative:margin;mso-position-vertical:bottom;mso-position-vertical-relative:margin">
            <v:imagedata r:id="rId6" o:title="はがき_喪中_蓮2"/>
            <w10:wrap type="square" anchorx="margin" anchory="margin"/>
          </v:shape>
        </w:pict>
      </w:r>
    </w:p>
    <w:sectPr w:rsidR="00607786" w:rsidRPr="00894E0E" w:rsidSect="000B033E">
      <w:pgSz w:w="5670" w:h="8392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92" w:rsidRDefault="00F52592" w:rsidP="004E0190">
      <w:r>
        <w:separator/>
      </w:r>
    </w:p>
  </w:endnote>
  <w:endnote w:type="continuationSeparator" w:id="0">
    <w:p w:rsidR="00F52592" w:rsidRDefault="00F52592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祥南行書体">
    <w:panose1 w:val="030008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92" w:rsidRDefault="00F52592" w:rsidP="004E0190">
      <w:r>
        <w:separator/>
      </w:r>
    </w:p>
  </w:footnote>
  <w:footnote w:type="continuationSeparator" w:id="0">
    <w:p w:rsidR="00F52592" w:rsidRDefault="00F52592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563"/>
    <w:rsid w:val="0007191C"/>
    <w:rsid w:val="0009007B"/>
    <w:rsid w:val="000B033E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72D0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4619A"/>
    <w:rsid w:val="00453822"/>
    <w:rsid w:val="00493700"/>
    <w:rsid w:val="004A195C"/>
    <w:rsid w:val="004E0190"/>
    <w:rsid w:val="004F488B"/>
    <w:rsid w:val="00504C08"/>
    <w:rsid w:val="0052439C"/>
    <w:rsid w:val="0053441E"/>
    <w:rsid w:val="0054608B"/>
    <w:rsid w:val="005645CF"/>
    <w:rsid w:val="005A57F4"/>
    <w:rsid w:val="005B1E6A"/>
    <w:rsid w:val="005E06E1"/>
    <w:rsid w:val="005F0963"/>
    <w:rsid w:val="00607786"/>
    <w:rsid w:val="006177E0"/>
    <w:rsid w:val="00617CA9"/>
    <w:rsid w:val="006525DC"/>
    <w:rsid w:val="006626BA"/>
    <w:rsid w:val="00697E77"/>
    <w:rsid w:val="006C0513"/>
    <w:rsid w:val="006C72BF"/>
    <w:rsid w:val="00724FBF"/>
    <w:rsid w:val="00733928"/>
    <w:rsid w:val="00776CFD"/>
    <w:rsid w:val="007E2021"/>
    <w:rsid w:val="007E215A"/>
    <w:rsid w:val="007F1996"/>
    <w:rsid w:val="00821391"/>
    <w:rsid w:val="008316B1"/>
    <w:rsid w:val="00832ECE"/>
    <w:rsid w:val="0083413F"/>
    <w:rsid w:val="00840015"/>
    <w:rsid w:val="00890B10"/>
    <w:rsid w:val="00894E0E"/>
    <w:rsid w:val="00895D8A"/>
    <w:rsid w:val="008C0D90"/>
    <w:rsid w:val="00961A53"/>
    <w:rsid w:val="009753C9"/>
    <w:rsid w:val="009A7511"/>
    <w:rsid w:val="009B3278"/>
    <w:rsid w:val="009D6630"/>
    <w:rsid w:val="009D7B4E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2607D"/>
    <w:rsid w:val="00B67F38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C218F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17610"/>
    <w:rsid w:val="00F52592"/>
    <w:rsid w:val="00F7692E"/>
    <w:rsid w:val="00FA3DEB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461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44619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