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E804C0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428307</wp:posOffset>
                </wp:positionV>
                <wp:extent cx="528320" cy="3155315"/>
                <wp:effectExtent l="0" t="0" r="0" b="69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20" cy="3155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619A" w:rsidRPr="00D8732A" w:rsidRDefault="0044619A" w:rsidP="0044619A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="HG教科書体" w:eastAsia="HG教科書体" w:hAnsiTheme="minorEastAsia" w:cs="ＭＳ ゴシック"/>
                                <w:b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D8732A">
                              <w:rPr>
                                <w:rFonts w:ascii="HG教科書体" w:eastAsia="HG教科書体" w:hAnsiTheme="minorEastAsia" w:cs="ＭＳ ゴシック" w:hint="eastAsia"/>
                                <w:b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本年中に賜りましたご厚情に深謝申し上げます</w:t>
                            </w:r>
                          </w:p>
                          <w:p w:rsidR="0044619A" w:rsidRPr="00D8732A" w:rsidRDefault="0044619A" w:rsidP="0044619A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="HG教科書体" w:eastAsia="HG教科書体" w:hAnsiTheme="minorEastAsia" w:cs="ＭＳ ゴシック"/>
                                <w:b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8732A">
                              <w:rPr>
                                <w:rFonts w:ascii="HG教科書体" w:eastAsia="HG教科書体" w:hAnsiTheme="minorEastAsia" w:cs="ＭＳ ゴシック" w:hint="eastAsia"/>
                                <w:b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明年も変わらぬご厚誼を賜りますようお願いいたします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67.6pt;margin-top:33.7pt;width:41.6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1cBTwIAAGQEAAAOAAAAZHJzL2Uyb0RvYy54bWysVEtu2zAQ3RfoHQjua/mbxoLlwE3gooCR&#10;BHDarGmKsgSIHJakLbnLGCh6iF6h6Lrn0UU6pGzHSLsqujA1nBnO570ZT65qWZKtMLYAldBep0uJ&#10;UBzSQq0T+vFh/uaSEuuYSlkJSiR0Jyy9mr5+Nal0LPqQQ5kKQzCIsnGlE5o7p+MosjwXktkOaKHQ&#10;mIGRzOHVrKPUsAqjyzLqd7sXUQUm1Qa4sBa1N62RTkP8LBPc3WWZFY6UCcXaXDhNOFf+jKYTFq8N&#10;03nBD2Wwf6hCskJh0lOoG+YY2Zjij1Cy4AYsZK7DQUaQZQUXoQfsptd90c0yZ1qEXhAcq08w2f8X&#10;lt9u7w0p0oSOKVFMIkXN/mvz9KN5+tXsv5Fm/73Z75unn3gnYw9XpW2Mr5Ya37n6HdRI+1FvUelR&#10;qDMj/Rf7I2hH4HcnsEXtCEflqH856KOFo2nQG43w58NEz6+1se69AEm8kFCDZAaM2XZhXet6dPHJ&#10;FMyLsgyElopUCb0YjLrhwcmCwUuFOXwPba1ecvWqPjS2gnSHfRloB8VqPi8w+YJZd88MTgYWjNPu&#10;7vDISsAkcJAoycF8+Zve+ydUsE/4paTCWUuo/bxhRlBSflBI5rg3HPrhDJfh6K2HxZxbVucWtZHX&#10;gOPcw83SPIje35VHMTMgH3EtZj4vmpjiWFtCMXsrXrt2A3CtuJjNghOOo2ZuoZaa+9AeUA/uQ/3I&#10;jD4w4JC7WzhOJYtfENH6tlTMNg6yIrDkIW5xPSCPoxx4Pqyd35Xze/B6/nOY/gYAAP//AwBQSwME&#10;FAAGAAgAAAAhAPMKNs7gAAAACgEAAA8AAABkcnMvZG93bnJldi54bWxMj01Lw0AQhu+C/2EZwZvd&#10;NF+2MZNSlF4LxoJ422THJHQ/QnbTRn+960lvM8zDO89b7hat2IUmN1iDsF5FwMi0Vg6mQzi9HR42&#10;wJwXRgplDSF8kYNddXtTikLaq3mlS+07FkKMKwRC7/1YcO7anrRwKzuSCbdPO2nhwzp1XE7iGsK1&#10;4nEU5VyLwYQPvRjpuaf2XM8aYXnfHg/N9rhX88dLlsbfp9rOZ8T7u2X/BMzT4v9g+NUP6lAFp8bO&#10;RjqmEJIkiwOKkD+mwAKQrjdhaBCyPE2AVyX/X6H6AQAA//8DAFBLAQItABQABgAIAAAAIQC2gziS&#10;/gAAAOEBAAATAAAAAAAAAAAAAAAAAAAAAABbQ29udGVudF9UeXBlc10ueG1sUEsBAi0AFAAGAAgA&#10;AAAhADj9If/WAAAAlAEAAAsAAAAAAAAAAAAAAAAALwEAAF9yZWxzLy5yZWxzUEsBAi0AFAAGAAgA&#10;AAAhAJYDVwFPAgAAZAQAAA4AAAAAAAAAAAAAAAAALgIAAGRycy9lMm9Eb2MueG1sUEsBAi0AFAAG&#10;AAgAAAAhAPMKNs7gAAAACgEAAA8AAAAAAAAAAAAAAAAAqQQAAGRycy9kb3ducmV2LnhtbFBLBQYA&#10;AAAABAAEAPMAAAC2BQAAAAA=&#10;" filled="f" stroked="f" strokeweight=".5pt">
                <v:textbox style="layout-flow:vertical-ideographic">
                  <w:txbxContent>
                    <w:p w:rsidR="0044619A" w:rsidRPr="00D8732A" w:rsidRDefault="0044619A" w:rsidP="0044619A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="HG教科書体" w:eastAsia="HG教科書体" w:hAnsiTheme="minorEastAsia" w:cs="ＭＳ ゴシック"/>
                          <w:b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bookmarkStart w:id="1" w:name="_GoBack"/>
                      <w:r w:rsidRPr="00D8732A">
                        <w:rPr>
                          <w:rFonts w:ascii="HG教科書体" w:eastAsia="HG教科書体" w:hAnsiTheme="minorEastAsia" w:cs="ＭＳ ゴシック" w:hint="eastAsia"/>
                          <w:b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本年中に賜りましたご厚情に深謝申し上げます</w:t>
                      </w:r>
                    </w:p>
                    <w:p w:rsidR="0044619A" w:rsidRPr="00D8732A" w:rsidRDefault="0044619A" w:rsidP="0044619A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="HG教科書体" w:eastAsia="HG教科書体" w:hAnsiTheme="minorEastAsia" w:cs="ＭＳ ゴシック"/>
                          <w:b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D8732A">
                        <w:rPr>
                          <w:rFonts w:ascii="HG教科書体" w:eastAsia="HG教科書体" w:hAnsiTheme="minorEastAsia" w:cs="ＭＳ ゴシック" w:hint="eastAsia"/>
                          <w:b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明年も変わらぬご厚誼を賜りますようお願いいたします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2449830</wp:posOffset>
                </wp:positionH>
                <wp:positionV relativeFrom="paragraph">
                  <wp:posOffset>155892</wp:posOffset>
                </wp:positionV>
                <wp:extent cx="940827" cy="336289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7" cy="3362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D8732A" w:rsidRDefault="00B2607D">
                            <w:pPr>
                              <w:rPr>
                                <w:rFonts w:ascii="HG教科書体" w:eastAsia="HG教科書体" w:hAnsiTheme="minorEastAsia"/>
                                <w:b/>
                                <w:sz w:val="30"/>
                                <w:szCs w:val="30"/>
                              </w:rPr>
                            </w:pPr>
                            <w:r w:rsidRPr="00D8732A">
                              <w:rPr>
                                <w:rFonts w:ascii="HG教科書体" w:eastAsia="HG教科書体" w:hAnsiTheme="minorEastAsia" w:hint="eastAsia"/>
                                <w:b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D8732A" w:rsidRDefault="00B2607D" w:rsidP="00B2607D">
                            <w:pPr>
                              <w:ind w:firstLine="840"/>
                              <w:rPr>
                                <w:rFonts w:ascii="HG教科書体" w:eastAsia="HG教科書体" w:hAnsiTheme="minorEastAsia"/>
                                <w:b/>
                                <w:sz w:val="28"/>
                                <w:szCs w:val="28"/>
                              </w:rPr>
                            </w:pPr>
                            <w:r w:rsidRPr="00D8732A">
                              <w:rPr>
                                <w:rFonts w:ascii="HG教科書体" w:eastAsia="HG教科書体" w:hAnsiTheme="minorEastAsia" w:hint="eastAsia"/>
                                <w:b/>
                                <w:sz w:val="30"/>
                                <w:szCs w:val="30"/>
                              </w:rPr>
                              <w:t>ご挨拶</w:t>
                            </w:r>
                            <w:r w:rsidR="00FA3DEB" w:rsidRPr="00D8732A">
                              <w:rPr>
                                <w:rFonts w:ascii="HG教科書体" w:eastAsia="HG教科書体" w:hAnsiTheme="minorEastAsia" w:hint="eastAsia"/>
                                <w:b/>
                                <w:sz w:val="30"/>
                                <w:szCs w:val="30"/>
                              </w:rPr>
                              <w:t>を遠慮申し上げます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92.9pt;margin-top:12.25pt;width:74.1pt;height:26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/oUwIAAGsEAAAOAAAAZHJzL2Uyb0RvYy54bWysVEtu2zAQ3RfoHQjua8mfOLZgOXATuChg&#10;JAGcNmuaomwBEoclaUvuMgaCHqJXKLrueXSRDinZMdKuim6o+XE+7w01uaqKnOyENhnImHY7ISVC&#10;ckgyuY7pp4f5uxElxjKZsBykiOleGHo1fftmUqpI9GADeSI0wSTSRKWK6cZaFQWB4RtRMNMBJSQ6&#10;U9AFs6jqdZBoVmL2Ig96YTgMStCJ0sCFMWi9aZx06vOnqeD2Lk2NsCSPKfZm/an9uXJnMJ2waK2Z&#10;2mS8bYP9QxcFyyQWPaW6YZaRrc7+SFVkXIOB1HY4FAGkacaFnwGn6YavpllumBJ+FgTHqBNM5v+l&#10;5be7e02yBLmjRLICKaoPz/XTj/rpV334RurD9/pwqJ9+ok66Dq5SmQhvLRXes9V7qNzV1m7Q6FCo&#10;Ul24L85H0I/A709gi8oSjsbxIBz1Linh6Or3h73ReODSBC+3lTb2g4CCOCGmGsn0GLPdwtgm9Bji&#10;ikmYZ3mOdhblkpQxHfYvQn/h5MHkucQaboamVyfZalW1ELRzrCDZ43gamn0xis8z7GHBjL1nGhcE&#10;J8Klt3d4pDlgLWglSjagv/7N7uJjKthn/FJS4srF1HzZMi0oyT9K5HTcHQzcjnplcHHZQ0Wfe1bn&#10;HrktrgG3GnnD/rzo4m1+FFMNxSO+jpmriy4mOfYWU6zeiNe2eQj4uriYzXwQbqVidiGXirvUDkyH&#10;8UP1yLRqibBI4S0cl5NFr/hoYhtGZlsLaebJckg3uLYE4EZ7utvX557Mue6jXv4R098AAAD//wMA&#10;UEsDBBQABgAIAAAAIQDBgYii4AAAAAoBAAAPAAAAZHJzL2Rvd25yZXYueG1sTI/BTsMwEETvSPyD&#10;tUjcqNM0Rm0ap6pAvVYiVELcnNhNotrrKHbawNeznOA2qxnNvil2s7PsasbQe5SwXCTADDZe99hK&#10;OL0fntbAQlSolfVoJHyZALvy/q5QufY3fDPXKraMSjDkSkIX45BzHprOOBUWfjBI3tmPTkU6x5br&#10;Ud2o3FmeJskzd6pH+tCpwbx0prlUk5Mwf2yOh3pz3Nvp81Vk6fep8tNFyseHeb8FFs0c/8Lwi0/o&#10;UBJT7SfUgVkJq7Ug9CghzQQwCohVRuNqEiJbAi8L/n9C+QMAAP//AwBQSwECLQAUAAYACAAAACEA&#10;toM4kv4AAADhAQAAEwAAAAAAAAAAAAAAAAAAAAAAW0NvbnRlbnRfVHlwZXNdLnhtbFBLAQItABQA&#10;BgAIAAAAIQA4/SH/1gAAAJQBAAALAAAAAAAAAAAAAAAAAC8BAABfcmVscy8ucmVsc1BLAQItABQA&#10;BgAIAAAAIQDnHD/oUwIAAGsEAAAOAAAAAAAAAAAAAAAAAC4CAABkcnMvZTJvRG9jLnhtbFBLAQIt&#10;ABQABgAIAAAAIQDBgYii4AAAAAoBAAAPAAAAAAAAAAAAAAAAAK0EAABkcnMvZG93bnJldi54bWxQ&#10;SwUGAAAAAAQABADzAAAAugUAAAAA&#10;" filled="f" stroked="f" strokeweight=".5pt">
                <v:textbox style="layout-flow:vertical-ideographic">
                  <w:txbxContent>
                    <w:p w:rsidR="00B2607D" w:rsidRPr="00D8732A" w:rsidRDefault="00B2607D">
                      <w:pPr>
                        <w:rPr>
                          <w:rFonts w:ascii="HG教科書体" w:eastAsia="HG教科書体" w:hAnsiTheme="minorEastAsia"/>
                          <w:b/>
                          <w:sz w:val="30"/>
                          <w:szCs w:val="30"/>
                        </w:rPr>
                      </w:pPr>
                      <w:r w:rsidRPr="00D8732A">
                        <w:rPr>
                          <w:rFonts w:ascii="HG教科書体" w:eastAsia="HG教科書体" w:hAnsiTheme="minorEastAsia" w:hint="eastAsia"/>
                          <w:b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D8732A" w:rsidRDefault="00B2607D" w:rsidP="00B2607D">
                      <w:pPr>
                        <w:ind w:firstLine="840"/>
                        <w:rPr>
                          <w:rFonts w:ascii="HG教科書体" w:eastAsia="HG教科書体" w:hAnsiTheme="minorEastAsia"/>
                          <w:b/>
                          <w:sz w:val="28"/>
                          <w:szCs w:val="28"/>
                        </w:rPr>
                      </w:pPr>
                      <w:r w:rsidRPr="00D8732A">
                        <w:rPr>
                          <w:rFonts w:ascii="HG教科書体" w:eastAsia="HG教科書体" w:hAnsiTheme="minorEastAsia" w:hint="eastAsia"/>
                          <w:b/>
                          <w:sz w:val="30"/>
                          <w:szCs w:val="30"/>
                        </w:rPr>
                        <w:t>ご挨拶</w:t>
                      </w:r>
                      <w:r w:rsidR="00FA3DEB" w:rsidRPr="00D8732A">
                        <w:rPr>
                          <w:rFonts w:ascii="HG教科書体" w:eastAsia="HG教科書体" w:hAnsiTheme="minorEastAsia" w:hint="eastAsia"/>
                          <w:b/>
                          <w:sz w:val="30"/>
                          <w:szCs w:val="30"/>
                        </w:rPr>
                        <w:t>を遠慮申し上げます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83.5pt;height:207.4pt;z-index:251662336;mso-position-horizontal:center;mso-position-horizontal-relative:margin;mso-position-vertical:bottom;mso-position-vertical-relative:margin">
            <v:imagedata r:id="rId6" o:title="はがき_喪中_蓮3"/>
            <w10:wrap type="square" anchorx="margin" anchory="margin"/>
          </v:shape>
        </w:pict>
      </w:r>
    </w:p>
    <w:sectPr w:rsidR="00607786" w:rsidRPr="00894E0E" w:rsidSect="00E804C0">
      <w:pgSz w:w="5670" w:h="8392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FF8" w:rsidRDefault="00FB5FF8" w:rsidP="004E0190">
      <w:r>
        <w:separator/>
      </w:r>
    </w:p>
  </w:endnote>
  <w:endnote w:type="continuationSeparator" w:id="0">
    <w:p w:rsidR="00FB5FF8" w:rsidRDefault="00FB5FF8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FF8" w:rsidRDefault="00FB5FF8" w:rsidP="004E0190">
      <w:r>
        <w:separator/>
      </w:r>
    </w:p>
  </w:footnote>
  <w:footnote w:type="continuationSeparator" w:id="0">
    <w:p w:rsidR="00FB5FF8" w:rsidRDefault="00FB5FF8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563"/>
    <w:rsid w:val="0007191C"/>
    <w:rsid w:val="0009007B"/>
    <w:rsid w:val="000C19D8"/>
    <w:rsid w:val="00137B1C"/>
    <w:rsid w:val="00150913"/>
    <w:rsid w:val="0016628B"/>
    <w:rsid w:val="00186998"/>
    <w:rsid w:val="00186CE0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72D0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4619A"/>
    <w:rsid w:val="00453822"/>
    <w:rsid w:val="00493700"/>
    <w:rsid w:val="004A195C"/>
    <w:rsid w:val="004E0190"/>
    <w:rsid w:val="004F488B"/>
    <w:rsid w:val="00504C08"/>
    <w:rsid w:val="0052439C"/>
    <w:rsid w:val="0053441E"/>
    <w:rsid w:val="0054608B"/>
    <w:rsid w:val="005645CF"/>
    <w:rsid w:val="005A57F4"/>
    <w:rsid w:val="005B1E6A"/>
    <w:rsid w:val="005E06E1"/>
    <w:rsid w:val="005F0963"/>
    <w:rsid w:val="00607786"/>
    <w:rsid w:val="006177E0"/>
    <w:rsid w:val="00617CA9"/>
    <w:rsid w:val="006525DC"/>
    <w:rsid w:val="006626BA"/>
    <w:rsid w:val="00697E77"/>
    <w:rsid w:val="006C0513"/>
    <w:rsid w:val="006C72BF"/>
    <w:rsid w:val="00724FBF"/>
    <w:rsid w:val="00733928"/>
    <w:rsid w:val="00776CFD"/>
    <w:rsid w:val="007E2021"/>
    <w:rsid w:val="007E215A"/>
    <w:rsid w:val="007F1996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A7511"/>
    <w:rsid w:val="009B3278"/>
    <w:rsid w:val="009D6630"/>
    <w:rsid w:val="009D7B4E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2607D"/>
    <w:rsid w:val="00B67F38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8732A"/>
    <w:rsid w:val="00DA1D15"/>
    <w:rsid w:val="00DA25A6"/>
    <w:rsid w:val="00DB1A24"/>
    <w:rsid w:val="00DC218F"/>
    <w:rsid w:val="00DE3F79"/>
    <w:rsid w:val="00DF6C6F"/>
    <w:rsid w:val="00E357CC"/>
    <w:rsid w:val="00E520CF"/>
    <w:rsid w:val="00E62AC0"/>
    <w:rsid w:val="00E804C0"/>
    <w:rsid w:val="00E92671"/>
    <w:rsid w:val="00EC3E1D"/>
    <w:rsid w:val="00ED363E"/>
    <w:rsid w:val="00EF10E6"/>
    <w:rsid w:val="00F128C1"/>
    <w:rsid w:val="00F17610"/>
    <w:rsid w:val="00F7692E"/>
    <w:rsid w:val="00FA3DEB"/>
    <w:rsid w:val="00FB3CF0"/>
    <w:rsid w:val="00FB5FF8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46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44619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