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4504AD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3512275</wp:posOffset>
            </wp:positionV>
            <wp:extent cx="3382645" cy="1671955"/>
            <wp:effectExtent l="0" t="0" r="8255" b="4445"/>
            <wp:wrapNone/>
            <wp:docPr id="3" name="図 3" descr="C:\Users\tsuchiya\AppData\Local\Microsoft\Windows\INetCache\Content.Word\はがき_喪中_蓮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喪中_蓮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4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14C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1742764</wp:posOffset>
                </wp:positionH>
                <wp:positionV relativeFrom="paragraph">
                  <wp:posOffset>739245</wp:posOffset>
                </wp:positionV>
                <wp:extent cx="914400" cy="9144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本年中に賜りましたご厚情に深謝申し上げます</w:t>
                            </w:r>
                          </w:p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37.25pt;margin-top:58.2pt;width:1in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" filled="f" stroked="f" strokeweight=".5pt">
                <v:textbox style="layout-flow:vertical-ideographic">
                  <w:txbxContent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本年中に賜りましたご厚情に深謝申し上げます</w:t>
                      </w:r>
                    </w:p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7614C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2407819</wp:posOffset>
                </wp:positionH>
                <wp:positionV relativeFrom="paragraph">
                  <wp:posOffset>534951</wp:posOffset>
                </wp:positionV>
                <wp:extent cx="940435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4504AD" w:rsidRDefault="00B2607D">
                            <w:pPr>
                              <w:rPr>
                                <w:rFonts w:ascii="ＭＳ Ｐ明朝" w:eastAsia="ＭＳ Ｐ明朝" w:hAnsi="ＭＳ Ｐ明朝"/>
                                <w:sz w:val="30"/>
                                <w:szCs w:val="30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4504AD" w:rsidRDefault="00B2607D" w:rsidP="00B2607D">
                            <w:pPr>
                              <w:ind w:firstLine="840"/>
                              <w:rPr>
                                <w:rFonts w:ascii="ＭＳ Ｐ明朝" w:eastAsia="ＭＳ Ｐ明朝" w:hAnsi="ＭＳ Ｐ明朝"/>
                                <w:sz w:val="28"/>
                                <w:szCs w:val="2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ご挨拶は失礼いたします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89.6pt;margin-top:42.1pt;width:74.05pt;height:2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" filled="f" stroked="f" strokeweight=".5pt">
                <v:textbox style="layout-flow:vertical-ideographic">
                  <w:txbxContent>
                    <w:p w:rsidR="00B2607D" w:rsidRPr="004504AD" w:rsidRDefault="00B2607D">
                      <w:pPr>
                        <w:rPr>
                          <w:rFonts w:ascii="ＭＳ Ｐ明朝" w:eastAsia="ＭＳ Ｐ明朝" w:hAnsi="ＭＳ Ｐ明朝"/>
                          <w:sz w:val="30"/>
                          <w:szCs w:val="30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4504AD" w:rsidRDefault="00B2607D" w:rsidP="00B2607D">
                      <w:pPr>
                        <w:ind w:firstLine="840"/>
                        <w:rPr>
                          <w:rFonts w:ascii="ＭＳ Ｐ明朝" w:eastAsia="ＭＳ Ｐ明朝" w:hAnsi="ＭＳ Ｐ明朝"/>
                          <w:sz w:val="28"/>
                          <w:szCs w:val="2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ご挨拶は失礼いたします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7D1" w:rsidRDefault="005467D1" w:rsidP="004E0190">
      <w:r>
        <w:separator/>
      </w:r>
    </w:p>
  </w:endnote>
  <w:endnote w:type="continuationSeparator" w:id="0">
    <w:p w:rsidR="005467D1" w:rsidRDefault="005467D1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7D1" w:rsidRDefault="005467D1" w:rsidP="004E0190">
      <w:r>
        <w:separator/>
      </w:r>
    </w:p>
  </w:footnote>
  <w:footnote w:type="continuationSeparator" w:id="0">
    <w:p w:rsidR="005467D1" w:rsidRDefault="005467D1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60084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04AD"/>
    <w:rsid w:val="00453822"/>
    <w:rsid w:val="004A195C"/>
    <w:rsid w:val="004E0190"/>
    <w:rsid w:val="004F488B"/>
    <w:rsid w:val="00504C08"/>
    <w:rsid w:val="0052439C"/>
    <w:rsid w:val="0053441E"/>
    <w:rsid w:val="0054608B"/>
    <w:rsid w:val="005467D1"/>
    <w:rsid w:val="005645CF"/>
    <w:rsid w:val="00586049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614CB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843EA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348F6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884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