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C153F0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1996666</wp:posOffset>
                </wp:positionH>
                <wp:positionV relativeFrom="paragraph">
                  <wp:posOffset>1087650</wp:posOffset>
                </wp:positionV>
                <wp:extent cx="549762" cy="2945154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62" cy="2945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7.2pt;margin-top:85.65pt;width:43.3pt;height:2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" filled="f" stroked="f" strokeweight=".5pt">
                <v:textbox style="layout-flow:vertical-ideographic">
                  <w:txbxContent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2467941</wp:posOffset>
                </wp:positionH>
                <wp:positionV relativeFrom="paragraph">
                  <wp:posOffset>812909</wp:posOffset>
                </wp:positionV>
                <wp:extent cx="755311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11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4504AD" w:rsidRDefault="00B2607D">
                            <w:pPr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4504AD" w:rsidRDefault="00B2607D" w:rsidP="00B2607D">
                            <w:pPr>
                              <w:ind w:firstLine="840"/>
                              <w:rPr>
                                <w:rFonts w:ascii="ＭＳ Ｐ明朝" w:eastAsia="ＭＳ Ｐ明朝" w:hAnsi="ＭＳ Ｐ明朝"/>
                                <w:sz w:val="28"/>
                                <w:szCs w:val="2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C153F0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をご遠慮申し上げます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94.35pt;margin-top:64pt;width:59.4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" filled="f" stroked="f" strokeweight=".5pt">
                <v:textbox style="layout-flow:vertical-ideographic">
                  <w:txbxContent>
                    <w:p w:rsidR="00B2607D" w:rsidRPr="004504AD" w:rsidRDefault="00B2607D">
                      <w:pPr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4504AD" w:rsidRDefault="00B2607D" w:rsidP="00B2607D">
                      <w:pPr>
                        <w:ind w:firstLine="840"/>
                        <w:rPr>
                          <w:rFonts w:ascii="ＭＳ Ｐ明朝" w:eastAsia="ＭＳ Ｐ明朝" w:hAnsi="ＭＳ Ｐ明朝"/>
                          <w:sz w:val="28"/>
                          <w:szCs w:val="2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ご挨拶</w:t>
                      </w:r>
                      <w:r w:rsidR="00C153F0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をご遠慮申し上げます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601720" cy="5093970"/>
            <wp:effectExtent l="0" t="0" r="0" b="0"/>
            <wp:wrapSquare wrapText="bothSides"/>
            <wp:docPr id="4" name="図 4" descr="C:\Users\tsuchiya\AppData\Local\Microsoft\Windows\INetCache\Content.Word\はがき_喪中_藤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uchiya\AppData\Local\Microsoft\Windows\INetCache\Content.Word\はがき_喪中_藤3-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509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7C" w:rsidRDefault="000F717C" w:rsidP="004E0190">
      <w:r>
        <w:separator/>
      </w:r>
    </w:p>
  </w:endnote>
  <w:endnote w:type="continuationSeparator" w:id="0">
    <w:p w:rsidR="000F717C" w:rsidRDefault="000F717C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7C" w:rsidRDefault="000F717C" w:rsidP="004E0190">
      <w:r>
        <w:separator/>
      </w:r>
    </w:p>
  </w:footnote>
  <w:footnote w:type="continuationSeparator" w:id="0">
    <w:p w:rsidR="000F717C" w:rsidRDefault="000F717C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0F717C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04AD"/>
    <w:rsid w:val="00453822"/>
    <w:rsid w:val="004A195C"/>
    <w:rsid w:val="004E0190"/>
    <w:rsid w:val="004F488B"/>
    <w:rsid w:val="00504C08"/>
    <w:rsid w:val="0052439C"/>
    <w:rsid w:val="0053441E"/>
    <w:rsid w:val="0054608B"/>
    <w:rsid w:val="005467D1"/>
    <w:rsid w:val="005645CF"/>
    <w:rsid w:val="00586049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153F0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629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