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C852A5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w:drawing>
          <wp:anchor distT="0" distB="0" distL="114300" distR="114300" simplePos="0" relativeHeight="251660287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601720" cy="2501900"/>
            <wp:effectExtent l="0" t="0" r="0" b="0"/>
            <wp:wrapSquare wrapText="bothSides"/>
            <wp:docPr id="2" name="図 2" descr="C:\Users\tsuchiya\AppData\Local\Microsoft\Windows\INetCache\Content.Word\はがき_喪中_百合1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喪中_百合1-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695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2434594</wp:posOffset>
                </wp:positionH>
                <wp:positionV relativeFrom="paragraph">
                  <wp:posOffset>325116</wp:posOffset>
                </wp:positionV>
                <wp:extent cx="755311" cy="3792236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311" cy="37922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2607D" w:rsidRPr="00E2291D" w:rsidRDefault="00B2607D">
                            <w:pPr>
                              <w:rPr>
                                <w:rFonts w:ascii="ＭＳ Ｐ明朝" w:eastAsia="ＭＳ Ｐ明朝" w:hAnsi="ＭＳ Ｐ明朝"/>
                                <w:sz w:val="30"/>
                                <w:szCs w:val="30"/>
                              </w:rPr>
                            </w:pPr>
                            <w:r w:rsidRPr="00E2291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喪中につき</w:t>
                            </w:r>
                            <w:r w:rsidR="00DD695D" w:rsidRPr="00E2291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新年</w:t>
                            </w:r>
                            <w:r w:rsidRPr="00E2291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の</w:t>
                            </w:r>
                          </w:p>
                          <w:p w:rsidR="00B2607D" w:rsidRPr="00DD695D" w:rsidRDefault="00B2607D" w:rsidP="00B2607D">
                            <w:pPr>
                              <w:ind w:firstLine="840"/>
                              <w:rPr>
                                <w:rFonts w:ascii="HG正楷書体-PRO" w:eastAsia="HG正楷書体-PRO" w:hAnsi="ＭＳ Ｐ明朝"/>
                                <w:sz w:val="28"/>
                                <w:szCs w:val="28"/>
                              </w:rPr>
                            </w:pPr>
                            <w:r w:rsidRPr="00E2291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ご挨拶</w:t>
                            </w:r>
                            <w:r w:rsidR="00C153F0" w:rsidRPr="00E2291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を</w:t>
                            </w:r>
                            <w:r w:rsidR="00DD695D" w:rsidRPr="00E2291D">
                              <w:rPr>
                                <w:rFonts w:ascii="ＭＳ Ｐ明朝" w:eastAsia="ＭＳ Ｐ明朝" w:hAnsi="ＭＳ Ｐ明朝" w:hint="eastAsia"/>
                                <w:sz w:val="30"/>
                                <w:szCs w:val="30"/>
                              </w:rPr>
                              <w:t>失礼させていただきます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7pt;margin-top:25.6pt;width:59.45pt;height:298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" filled="f" stroked="f" strokeweight=".5pt">
                <v:textbox style="layout-flow:vertical-ideographic">
                  <w:txbxContent>
                    <w:p w:rsidR="00B2607D" w:rsidRPr="00E2291D" w:rsidRDefault="00B2607D">
                      <w:pPr>
                        <w:rPr>
                          <w:rFonts w:ascii="ＭＳ Ｐ明朝" w:eastAsia="ＭＳ Ｐ明朝" w:hAnsi="ＭＳ Ｐ明朝"/>
                          <w:sz w:val="30"/>
                          <w:szCs w:val="30"/>
                        </w:rPr>
                      </w:pPr>
                      <w:r w:rsidRPr="00E2291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喪中につき</w:t>
                      </w:r>
                      <w:r w:rsidR="00DD695D" w:rsidRPr="00E2291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新年</w:t>
                      </w:r>
                      <w:r w:rsidRPr="00E2291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の</w:t>
                      </w:r>
                    </w:p>
                    <w:p w:rsidR="00B2607D" w:rsidRPr="00DD695D" w:rsidRDefault="00B2607D" w:rsidP="00B2607D">
                      <w:pPr>
                        <w:ind w:firstLine="840"/>
                        <w:rPr>
                          <w:rFonts w:ascii="HG正楷書体-PRO" w:eastAsia="HG正楷書体-PRO" w:hAnsi="ＭＳ Ｐ明朝"/>
                          <w:sz w:val="28"/>
                          <w:szCs w:val="28"/>
                        </w:rPr>
                      </w:pPr>
                      <w:r w:rsidRPr="00E2291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ご挨拶</w:t>
                      </w:r>
                      <w:r w:rsidR="00C153F0" w:rsidRPr="00E2291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を</w:t>
                      </w:r>
                      <w:r w:rsidR="00DD695D" w:rsidRPr="00E2291D">
                        <w:rPr>
                          <w:rFonts w:ascii="ＭＳ Ｐ明朝" w:eastAsia="ＭＳ Ｐ明朝" w:hAnsi="ＭＳ Ｐ明朝" w:hint="eastAsia"/>
                          <w:sz w:val="30"/>
                          <w:szCs w:val="30"/>
                        </w:rPr>
                        <w:t>失礼させていただきます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7786" w:rsidRPr="00894E0E" w:rsidSect="00B54731">
      <w:pgSz w:w="5670" w:h="8392" w:code="43"/>
      <w:pgMar w:top="0" w:right="0" w:bottom="0" w:left="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BE9" w:rsidRDefault="00137BE9" w:rsidP="004E0190">
      <w:r>
        <w:separator/>
      </w:r>
    </w:p>
  </w:endnote>
  <w:endnote w:type="continuationSeparator" w:id="0">
    <w:p w:rsidR="00137BE9" w:rsidRDefault="00137BE9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BE9" w:rsidRDefault="00137BE9" w:rsidP="004E0190">
      <w:r>
        <w:separator/>
      </w:r>
    </w:p>
  </w:footnote>
  <w:footnote w:type="continuationSeparator" w:id="0">
    <w:p w:rsidR="00137BE9" w:rsidRDefault="00137BE9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60084"/>
    <w:rsid w:val="0007191C"/>
    <w:rsid w:val="0009007B"/>
    <w:rsid w:val="000C19D8"/>
    <w:rsid w:val="000F717C"/>
    <w:rsid w:val="00137B1C"/>
    <w:rsid w:val="00137BE9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75E5D"/>
    <w:rsid w:val="002A4627"/>
    <w:rsid w:val="002B167E"/>
    <w:rsid w:val="002D02AC"/>
    <w:rsid w:val="002D52D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37F96"/>
    <w:rsid w:val="004504AD"/>
    <w:rsid w:val="00453822"/>
    <w:rsid w:val="004A195C"/>
    <w:rsid w:val="004E0190"/>
    <w:rsid w:val="004F488B"/>
    <w:rsid w:val="00502AA4"/>
    <w:rsid w:val="00504C08"/>
    <w:rsid w:val="0052439C"/>
    <w:rsid w:val="0053441E"/>
    <w:rsid w:val="0054608B"/>
    <w:rsid w:val="005467D1"/>
    <w:rsid w:val="005645CF"/>
    <w:rsid w:val="00586049"/>
    <w:rsid w:val="005B1E6A"/>
    <w:rsid w:val="005E06E1"/>
    <w:rsid w:val="00607786"/>
    <w:rsid w:val="006177E0"/>
    <w:rsid w:val="00617CA9"/>
    <w:rsid w:val="006525DC"/>
    <w:rsid w:val="00697E77"/>
    <w:rsid w:val="006C0513"/>
    <w:rsid w:val="00724FBF"/>
    <w:rsid w:val="00733928"/>
    <w:rsid w:val="007522A5"/>
    <w:rsid w:val="007614CB"/>
    <w:rsid w:val="00776CFD"/>
    <w:rsid w:val="0079004D"/>
    <w:rsid w:val="007E215A"/>
    <w:rsid w:val="007F1996"/>
    <w:rsid w:val="00821391"/>
    <w:rsid w:val="008316B1"/>
    <w:rsid w:val="00832ECE"/>
    <w:rsid w:val="0083413F"/>
    <w:rsid w:val="00840015"/>
    <w:rsid w:val="008843EA"/>
    <w:rsid w:val="00890B10"/>
    <w:rsid w:val="00894E0E"/>
    <w:rsid w:val="00895D8A"/>
    <w:rsid w:val="008C0D90"/>
    <w:rsid w:val="00951165"/>
    <w:rsid w:val="00961A53"/>
    <w:rsid w:val="009753C9"/>
    <w:rsid w:val="009B3278"/>
    <w:rsid w:val="009D6630"/>
    <w:rsid w:val="009D7B4E"/>
    <w:rsid w:val="009E27F1"/>
    <w:rsid w:val="00A0543C"/>
    <w:rsid w:val="00A07B14"/>
    <w:rsid w:val="00A13072"/>
    <w:rsid w:val="00A21B07"/>
    <w:rsid w:val="00A23A55"/>
    <w:rsid w:val="00A348F6"/>
    <w:rsid w:val="00A73FC7"/>
    <w:rsid w:val="00AC6EE1"/>
    <w:rsid w:val="00AD1C4D"/>
    <w:rsid w:val="00AD4AAF"/>
    <w:rsid w:val="00AD7447"/>
    <w:rsid w:val="00AF3DC7"/>
    <w:rsid w:val="00B01958"/>
    <w:rsid w:val="00B12EE9"/>
    <w:rsid w:val="00B2607D"/>
    <w:rsid w:val="00B54731"/>
    <w:rsid w:val="00B64224"/>
    <w:rsid w:val="00B757BB"/>
    <w:rsid w:val="00B90534"/>
    <w:rsid w:val="00BA5800"/>
    <w:rsid w:val="00BD596C"/>
    <w:rsid w:val="00C0142A"/>
    <w:rsid w:val="00C153F0"/>
    <w:rsid w:val="00C852A5"/>
    <w:rsid w:val="00C85D2A"/>
    <w:rsid w:val="00C97942"/>
    <w:rsid w:val="00CC1285"/>
    <w:rsid w:val="00CD6D6E"/>
    <w:rsid w:val="00CF4D6B"/>
    <w:rsid w:val="00D21BC0"/>
    <w:rsid w:val="00D26F53"/>
    <w:rsid w:val="00D27F30"/>
    <w:rsid w:val="00D50537"/>
    <w:rsid w:val="00D52799"/>
    <w:rsid w:val="00D5489F"/>
    <w:rsid w:val="00D601B8"/>
    <w:rsid w:val="00D61D4A"/>
    <w:rsid w:val="00DA1D15"/>
    <w:rsid w:val="00DA25A6"/>
    <w:rsid w:val="00DB1A24"/>
    <w:rsid w:val="00DD695D"/>
    <w:rsid w:val="00DE3F79"/>
    <w:rsid w:val="00DF6C6F"/>
    <w:rsid w:val="00E2291D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8843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2017-03-02T08:21:00Z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